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B2B" w:rsidRPr="009C79E1" w:rsidRDefault="009509F0" w:rsidP="00244981">
      <w:pPr>
        <w:pStyle w:val="berschrift1"/>
        <w:spacing w:before="0" w:after="0" w:line="276" w:lineRule="auto"/>
        <w:jc w:val="left"/>
      </w:pPr>
      <w:r w:rsidRPr="009C79E1">
        <w:t>Wirtgen W 380 CRi: самый современный и мощный в мире</w:t>
      </w:r>
      <w:r w:rsidR="00950A4A" w:rsidRPr="009C79E1">
        <w:t xml:space="preserve"> холодный ресайклер</w:t>
      </w:r>
    </w:p>
    <w:p w:rsidR="002E765F" w:rsidRPr="009C79E1" w:rsidRDefault="002E765F" w:rsidP="002E765F">
      <w:pPr>
        <w:pStyle w:val="Text"/>
      </w:pPr>
    </w:p>
    <w:p w:rsidR="002E765F" w:rsidRPr="009C79E1" w:rsidRDefault="009509F0" w:rsidP="007658CA">
      <w:pPr>
        <w:pStyle w:val="Text"/>
        <w:spacing w:line="276" w:lineRule="auto"/>
        <w:rPr>
          <w:noProof/>
        </w:rPr>
      </w:pPr>
      <w:r w:rsidRPr="009C79E1">
        <w:rPr>
          <w:rStyle w:val="Hervorhebung"/>
        </w:rPr>
        <w:t xml:space="preserve">Глобальная сеть дорог повсеместно заметно </w:t>
      </w:r>
      <w:r w:rsidR="009628F1" w:rsidRPr="009C79E1">
        <w:rPr>
          <w:rStyle w:val="Hervorhebung"/>
        </w:rPr>
        <w:t xml:space="preserve">приходит </w:t>
      </w:r>
      <w:r w:rsidRPr="009C79E1">
        <w:rPr>
          <w:rStyle w:val="Hervorhebung"/>
        </w:rPr>
        <w:t>в негодность по причине возраста и сопутствующего быстрого увеличения количества грузовых автомобилей на дорогах. С целью сохранить функциональную пригодность дорожной инфраструктуры</w:t>
      </w:r>
      <w:r w:rsidR="009628F1" w:rsidRPr="009C79E1">
        <w:rPr>
          <w:rStyle w:val="Hervorhebung"/>
        </w:rPr>
        <w:t xml:space="preserve"> в </w:t>
      </w:r>
      <w:r w:rsidRPr="009C79E1">
        <w:rPr>
          <w:rStyle w:val="Hervorhebung"/>
        </w:rPr>
        <w:t>долгосрочной перспективе все чаще требуется</w:t>
      </w:r>
      <w:r w:rsidR="009628F1" w:rsidRPr="009C79E1">
        <w:rPr>
          <w:rStyle w:val="Hervorhebung"/>
        </w:rPr>
        <w:t xml:space="preserve"> проводить </w:t>
      </w:r>
      <w:r w:rsidRPr="009C79E1">
        <w:rPr>
          <w:rStyle w:val="Hervorhebung"/>
        </w:rPr>
        <w:t>ремонт структуры дорожной одежды. Для выполнения таких задач компания Wirtgen разработала мощный холодный ресайклер W 380 CRi.</w:t>
      </w:r>
    </w:p>
    <w:p w:rsidR="00244981" w:rsidRPr="009C79E1" w:rsidRDefault="00244981" w:rsidP="00244981">
      <w:pPr>
        <w:pStyle w:val="Text"/>
        <w:spacing w:line="276" w:lineRule="auto"/>
        <w:rPr>
          <w:noProof/>
          <w:lang w:eastAsia="de-DE"/>
        </w:rPr>
      </w:pPr>
    </w:p>
    <w:p w:rsidR="002E27C2" w:rsidRPr="009C79E1" w:rsidRDefault="00055807" w:rsidP="003D7AB6">
      <w:pPr>
        <w:pStyle w:val="Text"/>
        <w:spacing w:line="276" w:lineRule="auto"/>
        <w:rPr>
          <w:rStyle w:val="Hervorhebung"/>
        </w:rPr>
      </w:pPr>
      <w:r w:rsidRPr="009C79E1">
        <w:rPr>
          <w:rStyle w:val="Hervorhebung"/>
        </w:rPr>
        <w:t>З</w:t>
      </w:r>
      <w:r w:rsidR="00621426" w:rsidRPr="009C79E1">
        <w:rPr>
          <w:rStyle w:val="Hervorhebung"/>
        </w:rPr>
        <w:t>адача: еще более быстро</w:t>
      </w:r>
      <w:r w:rsidRPr="009C79E1">
        <w:rPr>
          <w:rStyle w:val="Hervorhebung"/>
        </w:rPr>
        <w:t>е</w:t>
      </w:r>
      <w:r w:rsidR="00621426" w:rsidRPr="009C79E1">
        <w:t xml:space="preserve"> </w:t>
      </w:r>
      <w:r w:rsidR="00621426" w:rsidRPr="009C79E1">
        <w:rPr>
          <w:rStyle w:val="Hervorhebung"/>
        </w:rPr>
        <w:t>восстановление констр</w:t>
      </w:r>
      <w:r w:rsidRPr="009C79E1">
        <w:rPr>
          <w:rStyle w:val="Hervorhebung"/>
        </w:rPr>
        <w:t>уктивных слоев дорожной одежды.</w:t>
      </w:r>
    </w:p>
    <w:p w:rsidR="00BD2239" w:rsidRPr="009C79E1" w:rsidRDefault="00055807" w:rsidP="0014683F">
      <w:pPr>
        <w:pStyle w:val="Text"/>
        <w:spacing w:line="276" w:lineRule="auto"/>
        <w:rPr>
          <w:rStyle w:val="Hervorhebung"/>
          <w:b w:val="0"/>
        </w:rPr>
      </w:pPr>
      <w:r w:rsidRPr="009C79E1">
        <w:rPr>
          <w:rStyle w:val="Hervorhebung"/>
          <w:b w:val="0"/>
        </w:rPr>
        <w:t xml:space="preserve">Требования к ремонту дорог </w:t>
      </w:r>
      <w:r w:rsidR="00846143" w:rsidRPr="009C79E1">
        <w:rPr>
          <w:rStyle w:val="Hervorhebung"/>
          <w:b w:val="0"/>
        </w:rPr>
        <w:t xml:space="preserve">во всем мире </w:t>
      </w:r>
      <w:r w:rsidRPr="009C79E1">
        <w:rPr>
          <w:rStyle w:val="Hervorhebung"/>
          <w:b w:val="0"/>
        </w:rPr>
        <w:t>очень схожи</w:t>
      </w:r>
      <w:r w:rsidR="00846143" w:rsidRPr="009C79E1">
        <w:rPr>
          <w:rStyle w:val="Hervorhebung"/>
          <w:b w:val="0"/>
        </w:rPr>
        <w:t>: они должны быть экономичными</w:t>
      </w:r>
      <w:r w:rsidRPr="009C79E1">
        <w:rPr>
          <w:rStyle w:val="Hervorhebung"/>
          <w:b w:val="0"/>
        </w:rPr>
        <w:t xml:space="preserve"> </w:t>
      </w:r>
      <w:r w:rsidR="00846143" w:rsidRPr="009C79E1">
        <w:t>и как можно более экологичными</w:t>
      </w:r>
      <w:r w:rsidR="00846143" w:rsidRPr="009C79E1">
        <w:rPr>
          <w:rStyle w:val="Hervorhebung"/>
          <w:b w:val="0"/>
        </w:rPr>
        <w:t>, а также характеризоваться быстрой реализацией</w:t>
      </w:r>
      <w:r w:rsidR="00040E67" w:rsidRPr="009C79E1">
        <w:rPr>
          <w:rStyle w:val="Hervorhebung"/>
          <w:b w:val="0"/>
        </w:rPr>
        <w:t>, п</w:t>
      </w:r>
      <w:r w:rsidR="00846143" w:rsidRPr="009C79E1">
        <w:rPr>
          <w:rStyle w:val="Hervorhebung"/>
          <w:b w:val="0"/>
        </w:rPr>
        <w:t xml:space="preserve">оскольку время не терпит. Ямочный ремонт дорожного покрытия не несет в себе рациональности и не </w:t>
      </w:r>
      <w:r w:rsidR="008D6B49" w:rsidRPr="009C79E1">
        <w:rPr>
          <w:rStyle w:val="Hervorhebung"/>
          <w:b w:val="0"/>
        </w:rPr>
        <w:t>способствует устранению</w:t>
      </w:r>
      <w:r w:rsidR="00846143" w:rsidRPr="009C79E1">
        <w:rPr>
          <w:rStyle w:val="Hervorhebung"/>
          <w:b w:val="0"/>
        </w:rPr>
        <w:t xml:space="preserve"> причин</w:t>
      </w:r>
      <w:r w:rsidR="008D6B49" w:rsidRPr="009C79E1">
        <w:rPr>
          <w:rStyle w:val="Hervorhebung"/>
          <w:b w:val="0"/>
        </w:rPr>
        <w:t xml:space="preserve"> ухудшения качества дорог</w:t>
      </w:r>
      <w:r w:rsidR="00846143" w:rsidRPr="009C79E1">
        <w:rPr>
          <w:rStyle w:val="Hervorhebung"/>
          <w:b w:val="0"/>
        </w:rPr>
        <w:t>.</w:t>
      </w:r>
    </w:p>
    <w:p w:rsidR="0014683F" w:rsidRPr="009C79E1" w:rsidRDefault="0014683F" w:rsidP="0014683F">
      <w:pPr>
        <w:pStyle w:val="Text"/>
        <w:spacing w:line="276" w:lineRule="auto"/>
        <w:rPr>
          <w:rStyle w:val="Hervorhebung"/>
          <w:b w:val="0"/>
        </w:rPr>
      </w:pPr>
    </w:p>
    <w:p w:rsidR="0014683F" w:rsidRPr="009C79E1" w:rsidRDefault="001843E0" w:rsidP="0014683F">
      <w:pPr>
        <w:pStyle w:val="Text"/>
        <w:spacing w:line="276" w:lineRule="auto"/>
        <w:rPr>
          <w:rStyle w:val="Hervorhebung"/>
        </w:rPr>
      </w:pPr>
      <w:r w:rsidRPr="009C79E1">
        <w:rPr>
          <w:rStyle w:val="Hervorhebung"/>
        </w:rPr>
        <w:t>Решение: технология холодного ресайклинга от Wirtgen</w:t>
      </w:r>
    </w:p>
    <w:p w:rsidR="001843E0" w:rsidRPr="009C79E1" w:rsidRDefault="001843E0" w:rsidP="0014683F">
      <w:pPr>
        <w:pStyle w:val="Text"/>
        <w:spacing w:line="276" w:lineRule="auto"/>
        <w:rPr>
          <w:rStyle w:val="Hervorhebung"/>
          <w:b w:val="0"/>
        </w:rPr>
      </w:pPr>
      <w:r w:rsidRPr="009C79E1">
        <w:rPr>
          <w:rStyle w:val="Hervorhebung"/>
          <w:b w:val="0"/>
        </w:rPr>
        <w:t xml:space="preserve">На сегодняшний день большой популярностью </w:t>
      </w:r>
      <w:r w:rsidR="00F53061" w:rsidRPr="009C79E1">
        <w:rPr>
          <w:rStyle w:val="Hervorhebung"/>
          <w:b w:val="0"/>
        </w:rPr>
        <w:t xml:space="preserve">стала пользоваться </w:t>
      </w:r>
      <w:r w:rsidRPr="009C79E1">
        <w:rPr>
          <w:rStyle w:val="Hervorhebung"/>
          <w:b w:val="0"/>
        </w:rPr>
        <w:t xml:space="preserve">технология холодного ресайклинга, которая предусматривает повторное использование материалов старой дорожной одежды. </w:t>
      </w:r>
      <w:r w:rsidR="00F53061" w:rsidRPr="009C79E1">
        <w:rPr>
          <w:rStyle w:val="Hervorhebung"/>
          <w:b w:val="0"/>
        </w:rPr>
        <w:t>П</w:t>
      </w:r>
      <w:r w:rsidRPr="009C79E1">
        <w:rPr>
          <w:rStyle w:val="Hervorhebung"/>
          <w:b w:val="0"/>
        </w:rPr>
        <w:t>ри выполнении холодного ресайклинга «на месте»</w:t>
      </w:r>
      <w:r w:rsidR="00F53061" w:rsidRPr="009C79E1">
        <w:rPr>
          <w:rStyle w:val="Hervorhebung"/>
          <w:b w:val="0"/>
        </w:rPr>
        <w:t xml:space="preserve"> в зависимости от повреждений</w:t>
      </w:r>
      <w:r w:rsidRPr="009C79E1">
        <w:rPr>
          <w:rStyle w:val="Hervorhebung"/>
          <w:b w:val="0"/>
        </w:rPr>
        <w:t xml:space="preserve"> «поезд» холодного ресайклинг полностью или послойно снимает дорожное покрытие по ширине дороги, перерабатывает его с добавлением связующих</w:t>
      </w:r>
      <w:r w:rsidR="00F53061" w:rsidRPr="009C79E1">
        <w:rPr>
          <w:rStyle w:val="Hervorhebung"/>
          <w:b w:val="0"/>
        </w:rPr>
        <w:t xml:space="preserve"> веществ </w:t>
      </w:r>
      <w:r w:rsidRPr="009C79E1">
        <w:rPr>
          <w:rStyle w:val="Hervorhebung"/>
          <w:b w:val="0"/>
        </w:rPr>
        <w:t>и сразу же вновь укладывает.</w:t>
      </w:r>
    </w:p>
    <w:p w:rsidR="00621426" w:rsidRPr="009C79E1" w:rsidRDefault="00621426" w:rsidP="0014683F">
      <w:pPr>
        <w:pStyle w:val="Text"/>
        <w:spacing w:line="276" w:lineRule="auto"/>
        <w:rPr>
          <w:rStyle w:val="Hervorhebung"/>
          <w:b w:val="0"/>
        </w:rPr>
      </w:pPr>
    </w:p>
    <w:p w:rsidR="00621426" w:rsidRPr="009C79E1" w:rsidRDefault="003D305D" w:rsidP="00621426">
      <w:pPr>
        <w:pStyle w:val="Text"/>
        <w:spacing w:line="276" w:lineRule="auto"/>
        <w:rPr>
          <w:rStyle w:val="Hervorhebung"/>
        </w:rPr>
      </w:pPr>
      <w:r>
        <w:rPr>
          <w:rStyle w:val="Hervorhebung"/>
          <w:lang w:val="de-DE"/>
        </w:rPr>
        <w:t>W</w:t>
      </w:r>
      <w:r w:rsidRPr="00DC6A56">
        <w:rPr>
          <w:rStyle w:val="Hervorhebung"/>
        </w:rPr>
        <w:t xml:space="preserve"> </w:t>
      </w:r>
      <w:r w:rsidR="00621426" w:rsidRPr="009C79E1">
        <w:rPr>
          <w:rStyle w:val="Hervorhebung"/>
        </w:rPr>
        <w:t>380 CRi задает темп</w:t>
      </w:r>
      <w:r w:rsidR="00DB1E3D" w:rsidRPr="009C79E1">
        <w:rPr>
          <w:rStyle w:val="Hervorhebung"/>
        </w:rPr>
        <w:t xml:space="preserve"> работы</w:t>
      </w:r>
      <w:r w:rsidR="00621426" w:rsidRPr="009C79E1">
        <w:rPr>
          <w:rStyle w:val="Hervorhebung"/>
        </w:rPr>
        <w:t xml:space="preserve"> </w:t>
      </w:r>
      <w:r w:rsidR="00B64A71" w:rsidRPr="009C79E1">
        <w:rPr>
          <w:rStyle w:val="Hervorhebung"/>
        </w:rPr>
        <w:t>«</w:t>
      </w:r>
      <w:r w:rsidR="00621426" w:rsidRPr="009C79E1">
        <w:rPr>
          <w:rStyle w:val="Hervorhebung"/>
        </w:rPr>
        <w:t>поезда</w:t>
      </w:r>
      <w:r w:rsidR="00B64A71" w:rsidRPr="009C79E1">
        <w:rPr>
          <w:rStyle w:val="Hervorhebung"/>
        </w:rPr>
        <w:t>»</w:t>
      </w:r>
      <w:r w:rsidR="00621426" w:rsidRPr="009C79E1">
        <w:rPr>
          <w:rStyle w:val="Hervorhebung"/>
        </w:rPr>
        <w:t xml:space="preserve"> холодного ресайклинг</w:t>
      </w:r>
    </w:p>
    <w:p w:rsidR="00657202" w:rsidRPr="003D305D" w:rsidRDefault="00684BDD" w:rsidP="00621426">
      <w:pPr>
        <w:pStyle w:val="Text"/>
        <w:spacing w:line="276" w:lineRule="auto"/>
        <w:rPr>
          <w:rStyle w:val="Hervorhebung"/>
          <w:b w:val="0"/>
        </w:rPr>
      </w:pPr>
      <w:r w:rsidRPr="009C79E1">
        <w:rPr>
          <w:rStyle w:val="Hervorhebung"/>
          <w:b w:val="0"/>
        </w:rPr>
        <w:t xml:space="preserve">Основным звеном </w:t>
      </w:r>
      <w:r w:rsidR="00621426" w:rsidRPr="009C79E1">
        <w:rPr>
          <w:rStyle w:val="Hervorhebung"/>
          <w:b w:val="0"/>
        </w:rPr>
        <w:t>«поезда» являются ресайклеры на гусеничном ходу, например, W 380 CRi производства Wirtge</w:t>
      </w:r>
      <w:r w:rsidR="00B41394" w:rsidRPr="009C79E1">
        <w:rPr>
          <w:rStyle w:val="Hervorhebung"/>
          <w:b w:val="0"/>
        </w:rPr>
        <w:t>n. В большинстве случаев</w:t>
      </w:r>
      <w:r w:rsidR="00621426" w:rsidRPr="009C79E1">
        <w:rPr>
          <w:rStyle w:val="Hervorhebung"/>
          <w:b w:val="0"/>
        </w:rPr>
        <w:t xml:space="preserve"> применения ресайклер срезает полотно на глубину 100 - 300 мм, располагая рабочей шириной 3200, 3500 или 3800 мм. Одновременно с этим он измельчает </w:t>
      </w:r>
      <w:r w:rsidR="00390BE6" w:rsidRPr="009C79E1">
        <w:rPr>
          <w:rStyle w:val="Hervorhebung"/>
          <w:b w:val="0"/>
        </w:rPr>
        <w:t xml:space="preserve">старый </w:t>
      </w:r>
      <w:r w:rsidR="00621426" w:rsidRPr="009C79E1">
        <w:rPr>
          <w:rStyle w:val="Hervorhebung"/>
          <w:b w:val="0"/>
        </w:rPr>
        <w:t>материал и превращает его в новую, однородную строительную смесь, добавляя</w:t>
      </w:r>
      <w:r w:rsidR="00390BE6" w:rsidRPr="009C79E1">
        <w:rPr>
          <w:rStyle w:val="Hervorhebung"/>
          <w:b w:val="0"/>
        </w:rPr>
        <w:t xml:space="preserve"> в нее </w:t>
      </w:r>
      <w:r w:rsidR="00621426" w:rsidRPr="009C79E1">
        <w:rPr>
          <w:rStyle w:val="Hervorhebung"/>
          <w:b w:val="0"/>
        </w:rPr>
        <w:t xml:space="preserve">связующие вещества, такие как цемент, битум или вспененный битум. Обладая скоростью смешивания до 800 т/ч, холодный ресайклер способен передать огромное количество переработанного материала </w:t>
      </w:r>
      <w:r w:rsidR="00390BE6" w:rsidRPr="009C79E1">
        <w:rPr>
          <w:rStyle w:val="Hervorhebung"/>
          <w:b w:val="0"/>
        </w:rPr>
        <w:t>асфальтоукладчику Vögele за счет расположенного сзади него и</w:t>
      </w:r>
      <w:r w:rsidR="00621426" w:rsidRPr="009C79E1">
        <w:rPr>
          <w:rStyle w:val="Hervorhebung"/>
          <w:b w:val="0"/>
        </w:rPr>
        <w:t xml:space="preserve"> регулируемому по высоте и степени поворота конвейеру. Благодаря этому можно достигнуть очень высокого суточного результата</w:t>
      </w:r>
      <w:r w:rsidR="00840AA3" w:rsidRPr="009C79E1">
        <w:rPr>
          <w:rStyle w:val="Hervorhebung"/>
          <w:b w:val="0"/>
        </w:rPr>
        <w:t xml:space="preserve"> работы</w:t>
      </w:r>
      <w:r w:rsidR="00621426" w:rsidRPr="009C79E1">
        <w:rPr>
          <w:rStyle w:val="Hervorhebung"/>
          <w:b w:val="0"/>
        </w:rPr>
        <w:t xml:space="preserve">. </w:t>
      </w:r>
    </w:p>
    <w:p w:rsidR="00571D05" w:rsidRDefault="00571D05">
      <w:pPr>
        <w:rPr>
          <w:rStyle w:val="Hervorhebung"/>
          <w:b w:val="0"/>
          <w:sz w:val="22"/>
        </w:rPr>
      </w:pPr>
      <w:r>
        <w:rPr>
          <w:rStyle w:val="Hervorhebung"/>
          <w:b w:val="0"/>
        </w:rPr>
        <w:br w:type="page"/>
      </w:r>
    </w:p>
    <w:p w:rsidR="00621426" w:rsidRPr="009C79E1" w:rsidRDefault="00621426" w:rsidP="00621426">
      <w:pPr>
        <w:pStyle w:val="Text"/>
        <w:spacing w:line="276" w:lineRule="auto"/>
        <w:rPr>
          <w:rStyle w:val="Hervorhebung"/>
          <w:b w:val="0"/>
        </w:rPr>
      </w:pPr>
      <w:bookmarkStart w:id="0" w:name="_GoBack"/>
      <w:bookmarkEnd w:id="0"/>
      <w:r w:rsidRPr="009C79E1">
        <w:rPr>
          <w:rStyle w:val="Hervorhebung"/>
          <w:b w:val="0"/>
        </w:rPr>
        <w:lastRenderedPageBreak/>
        <w:t>Тандемные катки и пневмоколесные катки Hamm</w:t>
      </w:r>
      <w:r w:rsidR="00614F92" w:rsidRPr="009C79E1">
        <w:rPr>
          <w:rStyle w:val="Hervorhebung"/>
          <w:b w:val="0"/>
        </w:rPr>
        <w:t>, также входящие в состав «поезда»,</w:t>
      </w:r>
      <w:r w:rsidRPr="009C79E1">
        <w:rPr>
          <w:rStyle w:val="Hervorhebung"/>
          <w:b w:val="0"/>
        </w:rPr>
        <w:t xml:space="preserve"> берут на себя выполнение завершающего уплотнения.</w:t>
      </w:r>
    </w:p>
    <w:p w:rsidR="00BD48F1" w:rsidRPr="009C79E1" w:rsidRDefault="00BD48F1" w:rsidP="00621426">
      <w:pPr>
        <w:pStyle w:val="Text"/>
        <w:spacing w:line="276" w:lineRule="auto"/>
        <w:rPr>
          <w:rStyle w:val="Hervorhebung"/>
          <w:b w:val="0"/>
        </w:rPr>
      </w:pPr>
    </w:p>
    <w:p w:rsidR="005B21D3" w:rsidRPr="009C79E1" w:rsidRDefault="00754C16" w:rsidP="0014683F">
      <w:pPr>
        <w:pStyle w:val="Text"/>
        <w:spacing w:line="276" w:lineRule="auto"/>
        <w:rPr>
          <w:rStyle w:val="Hervorhebung"/>
          <w:b w:val="0"/>
        </w:rPr>
      </w:pPr>
      <w:r w:rsidRPr="009C79E1">
        <w:rPr>
          <w:rStyle w:val="Hervorhebung"/>
          <w:b w:val="0"/>
        </w:rPr>
        <w:t xml:space="preserve">Ресайклеры Wirtgen на гусеничном ходу работают в режиме Downcut. Процесс, при котором фрезерный барабан и ротор смесительной камеры вращаются в унисон, был разработан </w:t>
      </w:r>
      <w:r w:rsidR="004F38A7" w:rsidRPr="009C79E1">
        <w:rPr>
          <w:rStyle w:val="Hervorhebung"/>
          <w:b w:val="0"/>
        </w:rPr>
        <w:t xml:space="preserve">компанией </w:t>
      </w:r>
      <w:r w:rsidR="0061572D" w:rsidRPr="009C79E1">
        <w:rPr>
          <w:rStyle w:val="Hervorhebung"/>
          <w:b w:val="0"/>
        </w:rPr>
        <w:t>Wirtgen, лидером</w:t>
      </w:r>
      <w:r w:rsidRPr="009C79E1">
        <w:rPr>
          <w:rStyle w:val="Hervorhebung"/>
          <w:b w:val="0"/>
        </w:rPr>
        <w:t xml:space="preserve"> </w:t>
      </w:r>
      <w:r w:rsidR="0061572D" w:rsidRPr="009C79E1">
        <w:rPr>
          <w:rStyle w:val="Hervorhebung"/>
          <w:b w:val="0"/>
        </w:rPr>
        <w:t xml:space="preserve">технологии холодного ресайклера, </w:t>
      </w:r>
      <w:r w:rsidRPr="009C79E1">
        <w:rPr>
          <w:rStyle w:val="Hervorhebung"/>
          <w:b w:val="0"/>
        </w:rPr>
        <w:t xml:space="preserve">много лет назад. На практике данная технология стала неотъемлемой частью ремонта дорог, поскольку она </w:t>
      </w:r>
      <w:r w:rsidR="00F54906" w:rsidRPr="009C79E1">
        <w:rPr>
          <w:rStyle w:val="Hervorhebung"/>
          <w:b w:val="0"/>
        </w:rPr>
        <w:t xml:space="preserve">обеспечивает целенаправленное </w:t>
      </w:r>
      <w:r w:rsidRPr="009C79E1">
        <w:rPr>
          <w:rStyle w:val="Hervorhebung"/>
          <w:b w:val="0"/>
        </w:rPr>
        <w:t>распределение</w:t>
      </w:r>
      <w:r w:rsidR="006A5EF1" w:rsidRPr="009C79E1">
        <w:rPr>
          <w:rStyle w:val="Hervorhebung"/>
          <w:b w:val="0"/>
        </w:rPr>
        <w:t xml:space="preserve"> отработанного материала</w:t>
      </w:r>
      <w:r w:rsidRPr="009C79E1">
        <w:rPr>
          <w:rStyle w:val="Hervorhebung"/>
          <w:b w:val="0"/>
        </w:rPr>
        <w:t xml:space="preserve"> по размеру фракций, что важно при ремонте </w:t>
      </w:r>
      <w:r w:rsidR="006A5EF1" w:rsidRPr="009C79E1">
        <w:rPr>
          <w:rStyle w:val="Hervorhebung"/>
          <w:b w:val="0"/>
        </w:rPr>
        <w:t xml:space="preserve">дорого с </w:t>
      </w:r>
      <w:r w:rsidRPr="009C79E1">
        <w:rPr>
          <w:rStyle w:val="Hervorhebung"/>
          <w:b w:val="0"/>
        </w:rPr>
        <w:t>хрупки</w:t>
      </w:r>
      <w:r w:rsidR="006A5EF1" w:rsidRPr="009C79E1">
        <w:rPr>
          <w:rStyle w:val="Hervorhebung"/>
          <w:b w:val="0"/>
        </w:rPr>
        <w:t>м</w:t>
      </w:r>
      <w:r w:rsidRPr="009C79E1">
        <w:rPr>
          <w:rStyle w:val="Hervorhebung"/>
          <w:b w:val="0"/>
        </w:rPr>
        <w:t>, тонки</w:t>
      </w:r>
      <w:r w:rsidR="006A5EF1" w:rsidRPr="009C79E1">
        <w:rPr>
          <w:rStyle w:val="Hervorhebung"/>
          <w:b w:val="0"/>
        </w:rPr>
        <w:t>м или</w:t>
      </w:r>
      <w:r w:rsidRPr="009C79E1">
        <w:rPr>
          <w:rStyle w:val="Hervorhebung"/>
          <w:b w:val="0"/>
        </w:rPr>
        <w:t xml:space="preserve"> стары</w:t>
      </w:r>
      <w:r w:rsidR="006A5EF1" w:rsidRPr="009C79E1">
        <w:rPr>
          <w:rStyle w:val="Hervorhebung"/>
          <w:b w:val="0"/>
        </w:rPr>
        <w:t>м покрытием</w:t>
      </w:r>
      <w:r w:rsidRPr="009C79E1">
        <w:rPr>
          <w:rStyle w:val="Hervorhebung"/>
          <w:b w:val="0"/>
        </w:rPr>
        <w:t>.</w:t>
      </w:r>
    </w:p>
    <w:p w:rsidR="0061572D" w:rsidRPr="009C79E1" w:rsidRDefault="0061572D" w:rsidP="005B21D3">
      <w:pPr>
        <w:pStyle w:val="Text"/>
        <w:spacing w:line="276" w:lineRule="auto"/>
        <w:rPr>
          <w:rStyle w:val="Hervorhebung"/>
        </w:rPr>
      </w:pPr>
    </w:p>
    <w:p w:rsidR="000275D9" w:rsidRPr="009C79E1" w:rsidRDefault="00670D5F" w:rsidP="005B21D3">
      <w:pPr>
        <w:pStyle w:val="Text"/>
        <w:spacing w:line="276" w:lineRule="auto"/>
        <w:rPr>
          <w:rStyle w:val="Hervorhebung"/>
        </w:rPr>
      </w:pPr>
      <w:r w:rsidRPr="009C79E1">
        <w:rPr>
          <w:rStyle w:val="Hervorhebung"/>
        </w:rPr>
        <w:t>Рецепт вспененного битума</w:t>
      </w:r>
      <w:r w:rsidR="003E59CE" w:rsidRPr="009C79E1">
        <w:rPr>
          <w:rStyle w:val="Hervorhebung"/>
        </w:rPr>
        <w:t xml:space="preserve"> для обсечения</w:t>
      </w:r>
      <w:r w:rsidRPr="009C79E1">
        <w:rPr>
          <w:rStyle w:val="Hervorhebung"/>
        </w:rPr>
        <w:t xml:space="preserve"> долговременной прочности</w:t>
      </w:r>
    </w:p>
    <w:p w:rsidR="00B02081" w:rsidRPr="009C79E1" w:rsidRDefault="005B21D3" w:rsidP="00635104">
      <w:pPr>
        <w:pStyle w:val="Text"/>
        <w:spacing w:line="276" w:lineRule="auto"/>
        <w:rPr>
          <w:rStyle w:val="Hervorhebung"/>
          <w:b w:val="0"/>
        </w:rPr>
      </w:pPr>
      <w:r w:rsidRPr="009C79E1">
        <w:rPr>
          <w:rStyle w:val="Hervorhebung"/>
          <w:b w:val="0"/>
        </w:rPr>
        <w:t xml:space="preserve">В отношении дорог, которые ремонтируются по технологии холодного ресайклинга, действительны </w:t>
      </w:r>
      <w:r w:rsidR="003E59CE" w:rsidRPr="009C79E1">
        <w:rPr>
          <w:rStyle w:val="Hervorhebung"/>
          <w:b w:val="0"/>
        </w:rPr>
        <w:t>такие же</w:t>
      </w:r>
      <w:r w:rsidRPr="009C79E1">
        <w:rPr>
          <w:rStyle w:val="Hervorhebung"/>
          <w:b w:val="0"/>
        </w:rPr>
        <w:t xml:space="preserve"> требования к их сроку службы, как для дорог, которые были рассчитаны и построены в соответствии с обычными методами. Компания Wirtgen, создав собственное лабораторное оборудование, разработала решения, которые обеспечивают рентабельность и устойчивость методов проведения ремонта еще до его начала. Такой подход позволяет не только определить оптимальный состав обрабатываемой смеси, но и непосредственно исследовать ее качество и свойства </w:t>
      </w:r>
      <w:r w:rsidR="003E59CE" w:rsidRPr="009C79E1">
        <w:rPr>
          <w:rStyle w:val="Hervorhebung"/>
          <w:b w:val="0"/>
        </w:rPr>
        <w:t xml:space="preserve">на основе </w:t>
      </w:r>
      <w:r w:rsidRPr="009C79E1">
        <w:rPr>
          <w:rStyle w:val="Hervorhebung"/>
          <w:b w:val="0"/>
        </w:rPr>
        <w:t>пробных образцов</w:t>
      </w:r>
      <w:r w:rsidR="003E59CE" w:rsidRPr="009C79E1">
        <w:rPr>
          <w:rStyle w:val="Hervorhebung"/>
          <w:b w:val="0"/>
        </w:rPr>
        <w:t xml:space="preserve"> в</w:t>
      </w:r>
      <w:r w:rsidRPr="009C79E1">
        <w:rPr>
          <w:rStyle w:val="Hervorhebung"/>
          <w:b w:val="0"/>
        </w:rPr>
        <w:t xml:space="preserve"> рамках испытаний на прочность</w:t>
      </w:r>
      <w:r w:rsidR="003E59CE" w:rsidRPr="009C79E1">
        <w:rPr>
          <w:rStyle w:val="Hervorhebung"/>
          <w:b w:val="0"/>
        </w:rPr>
        <w:t xml:space="preserve"> и</w:t>
      </w:r>
      <w:r w:rsidRPr="009C79E1">
        <w:rPr>
          <w:rStyle w:val="Hervorhebung"/>
          <w:b w:val="0"/>
        </w:rPr>
        <w:t xml:space="preserve"> на растяжение при раскалывании. Помимо этого, еще до начала ремонтных работ</w:t>
      </w:r>
      <w:r w:rsidRPr="009C79E1">
        <w:t xml:space="preserve"> в лаборатории строительных материалов </w:t>
      </w:r>
      <w:r w:rsidRPr="009C79E1">
        <w:rPr>
          <w:rStyle w:val="Hervorhebung"/>
          <w:b w:val="0"/>
        </w:rPr>
        <w:t>можно точно определит качество вспененного битума.</w:t>
      </w:r>
    </w:p>
    <w:p w:rsidR="00B02081" w:rsidRPr="009C79E1" w:rsidRDefault="00B02081" w:rsidP="00635104">
      <w:pPr>
        <w:pStyle w:val="Text"/>
        <w:spacing w:line="276" w:lineRule="auto"/>
        <w:rPr>
          <w:rStyle w:val="Hervorhebung"/>
          <w:b w:val="0"/>
        </w:rPr>
      </w:pPr>
    </w:p>
    <w:p w:rsidR="00635104" w:rsidRPr="009C79E1" w:rsidRDefault="00385EE3" w:rsidP="00364AB5">
      <w:pPr>
        <w:pStyle w:val="Text"/>
        <w:spacing w:line="276" w:lineRule="auto"/>
        <w:rPr>
          <w:rStyle w:val="Hervorhebung"/>
          <w:b w:val="0"/>
        </w:rPr>
      </w:pPr>
      <w:r w:rsidRPr="009C79E1">
        <w:rPr>
          <w:rStyle w:val="Hervorhebung"/>
          <w:b w:val="0"/>
        </w:rPr>
        <w:t>Холодный ресайклинг с добавлением вспененного битума все чаще и чаще становится предметом внимания ведомств дорожного строительства и строительных компаний.</w:t>
      </w:r>
      <w:r w:rsidRPr="009C79E1">
        <w:t xml:space="preserve"> При этом вспененный битум смешивается с имеющим</w:t>
      </w:r>
      <w:r w:rsidR="0009217E" w:rsidRPr="009C79E1">
        <w:t xml:space="preserve">ися строительными материалами </w:t>
      </w:r>
      <w:r w:rsidRPr="009C79E1">
        <w:rPr>
          <w:rStyle w:val="Hervorhebung"/>
          <w:b w:val="0"/>
        </w:rPr>
        <w:t xml:space="preserve">in-place, то есть, на месте. Новая битуминозная смесь получила название BSM (стабилизированный битумом материал, от немецкого </w:t>
      </w:r>
      <w:r w:rsidRPr="009C79E1">
        <w:rPr>
          <w:rStyle w:val="Hervorhebung"/>
        </w:rPr>
        <w:t>b</w:t>
      </w:r>
      <w:r w:rsidRPr="009C79E1">
        <w:rPr>
          <w:rStyle w:val="Hervorhebung"/>
          <w:b w:val="0"/>
        </w:rPr>
        <w:t>itumen</w:t>
      </w:r>
      <w:r w:rsidRPr="009C79E1">
        <w:rPr>
          <w:rStyle w:val="Hervorhebung"/>
        </w:rPr>
        <w:t>s</w:t>
      </w:r>
      <w:r w:rsidRPr="009C79E1">
        <w:rPr>
          <w:rStyle w:val="Hervorhebung"/>
          <w:b w:val="0"/>
        </w:rPr>
        <w:t xml:space="preserve">tabilisiertes </w:t>
      </w:r>
      <w:r w:rsidRPr="009C79E1">
        <w:rPr>
          <w:rStyle w:val="Hervorhebung"/>
        </w:rPr>
        <w:t>M</w:t>
      </w:r>
      <w:r w:rsidRPr="009C79E1">
        <w:rPr>
          <w:rStyle w:val="Hervorhebung"/>
          <w:b w:val="0"/>
        </w:rPr>
        <w:t>aterial).</w:t>
      </w:r>
      <w:r w:rsidRPr="009C79E1">
        <w:t xml:space="preserve"> </w:t>
      </w:r>
      <w:r w:rsidRPr="009C79E1">
        <w:rPr>
          <w:rStyle w:val="Hervorhebung"/>
          <w:b w:val="0"/>
        </w:rPr>
        <w:t>За счет уплотн</w:t>
      </w:r>
      <w:r w:rsidR="00FA00D8" w:rsidRPr="009C79E1">
        <w:rPr>
          <w:rStyle w:val="Hervorhebung"/>
          <w:b w:val="0"/>
        </w:rPr>
        <w:t>ения он отличается долгосрочной</w:t>
      </w:r>
      <w:r w:rsidRPr="009C79E1">
        <w:rPr>
          <w:rStyle w:val="Hervorhebung"/>
          <w:b w:val="0"/>
        </w:rPr>
        <w:t xml:space="preserve"> высокой несущей способностью. BSM обладает</w:t>
      </w:r>
      <w:r w:rsidR="00FA00D8" w:rsidRPr="009C79E1">
        <w:rPr>
          <w:rStyle w:val="Hervorhebung"/>
          <w:b w:val="0"/>
        </w:rPr>
        <w:t xml:space="preserve"> еще одним</w:t>
      </w:r>
      <w:r w:rsidRPr="009C79E1">
        <w:rPr>
          <w:rStyle w:val="Hervorhebung"/>
          <w:b w:val="0"/>
        </w:rPr>
        <w:t xml:space="preserve"> долговременным</w:t>
      </w:r>
      <w:r w:rsidR="00FA00D8" w:rsidRPr="009C79E1">
        <w:rPr>
          <w:rStyle w:val="Hervorhebung"/>
          <w:b w:val="0"/>
        </w:rPr>
        <w:t xml:space="preserve"> свойством</w:t>
      </w:r>
      <w:r w:rsidRPr="009C79E1">
        <w:rPr>
          <w:rStyle w:val="Hervorhebung"/>
          <w:b w:val="0"/>
        </w:rPr>
        <w:t>: добавление вспененного битума приводит к селективной адгезии в слое, уложенном по технологии холодного ресайклинга</w:t>
      </w:r>
      <w:r w:rsidR="00333DA7" w:rsidRPr="009C79E1">
        <w:rPr>
          <w:rStyle w:val="Hervorhebung"/>
          <w:b w:val="0"/>
        </w:rPr>
        <w:t>,</w:t>
      </w:r>
      <w:r w:rsidRPr="009C79E1">
        <w:rPr>
          <w:rStyle w:val="Hervorhebung"/>
          <w:b w:val="0"/>
        </w:rPr>
        <w:t xml:space="preserve"> и, таким образом, предотвращает появление трещин. В</w:t>
      </w:r>
      <w:r w:rsidR="00A81874" w:rsidRPr="009C79E1">
        <w:rPr>
          <w:rStyle w:val="Hervorhebung"/>
          <w:b w:val="0"/>
        </w:rPr>
        <w:t xml:space="preserve"> дорожном строительстве прочные</w:t>
      </w:r>
      <w:r w:rsidRPr="009C79E1">
        <w:rPr>
          <w:rStyle w:val="Hervorhebung"/>
          <w:b w:val="0"/>
        </w:rPr>
        <w:t xml:space="preserve">, </w:t>
      </w:r>
      <w:r w:rsidR="00A81874" w:rsidRPr="009C79E1">
        <w:rPr>
          <w:rStyle w:val="Hervorhebung"/>
          <w:b w:val="0"/>
        </w:rPr>
        <w:t>уложенные</w:t>
      </w:r>
      <w:r w:rsidRPr="009C79E1">
        <w:rPr>
          <w:rStyle w:val="Hervorhebung"/>
          <w:b w:val="0"/>
        </w:rPr>
        <w:t xml:space="preserve"> </w:t>
      </w:r>
      <w:r w:rsidR="003B078D" w:rsidRPr="009C79E1">
        <w:rPr>
          <w:rStyle w:val="Hervorhebung"/>
          <w:b w:val="0"/>
        </w:rPr>
        <w:t xml:space="preserve">по такой технологии </w:t>
      </w:r>
      <w:r w:rsidR="00A81874" w:rsidRPr="009C79E1">
        <w:rPr>
          <w:rStyle w:val="Hervorhebung"/>
          <w:b w:val="0"/>
        </w:rPr>
        <w:t xml:space="preserve">слои </w:t>
      </w:r>
      <w:r w:rsidRPr="009C79E1">
        <w:rPr>
          <w:rStyle w:val="Hervorhebung"/>
          <w:b w:val="0"/>
        </w:rPr>
        <w:t>образуют идеальную основу для последующей укладки дорожного покрытия со значительно меньшей толщиной слоя.</w:t>
      </w:r>
    </w:p>
    <w:p w:rsidR="00145D93" w:rsidRPr="009C79E1" w:rsidRDefault="00145D93" w:rsidP="00635104">
      <w:pPr>
        <w:pStyle w:val="Text"/>
        <w:spacing w:line="276" w:lineRule="auto"/>
        <w:rPr>
          <w:rStyle w:val="Hervorhebung"/>
          <w:b w:val="0"/>
        </w:rPr>
      </w:pPr>
    </w:p>
    <w:p w:rsidR="00657202" w:rsidRDefault="00657202">
      <w:pPr>
        <w:rPr>
          <w:b/>
          <w:bCs/>
          <w:sz w:val="22"/>
        </w:rPr>
      </w:pPr>
      <w:r>
        <w:rPr>
          <w:b/>
          <w:bCs/>
        </w:rPr>
        <w:br w:type="page"/>
      </w:r>
    </w:p>
    <w:p w:rsidR="008629FB" w:rsidRPr="009C79E1" w:rsidRDefault="005E223C" w:rsidP="008629FB">
      <w:pPr>
        <w:pStyle w:val="Text"/>
        <w:spacing w:line="276" w:lineRule="auto"/>
        <w:rPr>
          <w:b/>
        </w:rPr>
      </w:pPr>
      <w:r w:rsidRPr="009C79E1">
        <w:rPr>
          <w:b/>
          <w:bCs/>
        </w:rPr>
        <w:lastRenderedPageBreak/>
        <w:t>Экономичный метод строительства с низ</w:t>
      </w:r>
      <w:r w:rsidR="001722F9" w:rsidRPr="009C79E1">
        <w:rPr>
          <w:b/>
          <w:bCs/>
        </w:rPr>
        <w:t>кой стоимостью жизненного цикла</w:t>
      </w:r>
    </w:p>
    <w:p w:rsidR="00C10F88" w:rsidRPr="009C79E1" w:rsidRDefault="008629FB" w:rsidP="00D31FFB">
      <w:pPr>
        <w:pStyle w:val="Text"/>
        <w:spacing w:line="276" w:lineRule="auto"/>
      </w:pPr>
      <w:r w:rsidRPr="009C79E1">
        <w:t xml:space="preserve">Преимущества процесса холодного ресайклинга заключаются не в последнюю очередь в большом потенциале экономии энергии при обработке материалов. Сырье не требует сушки или нагрева, за счет чего на тонну материала можно сэкономить 10-12 литров топлива по сравнению с обычными методами ремонта дорог. Почти полная утилизация материалов дородной одежды также означает уменьшение необходимости транспортировать строительные материалы до 90%. Таким образом, экономия ресурсов </w:t>
      </w:r>
      <w:r w:rsidR="00BE4A73" w:rsidRPr="009C79E1">
        <w:t xml:space="preserve">достигает </w:t>
      </w:r>
      <w:r w:rsidRPr="009C79E1">
        <w:t>до 90%, а экономия за счет утилизации материалов - до 100%. Это приводит к значительному снижению потребления топлива и снижению выбросов CO</w:t>
      </w:r>
      <w:r w:rsidRPr="009C79E1">
        <w:rPr>
          <w:vertAlign w:val="subscript"/>
        </w:rPr>
        <w:t>2.</w:t>
      </w:r>
      <w:r w:rsidRPr="009C79E1">
        <w:t xml:space="preserve"> Технология холодного ресайклинга также позволяет экономить до 50% связующих веществ, обеспечивая тем самым еще большую экономию</w:t>
      </w:r>
      <w:r w:rsidR="00BE4A73" w:rsidRPr="009C79E1">
        <w:t>, п</w:t>
      </w:r>
      <w:r w:rsidRPr="009C79E1">
        <w:t>оскольку связующие вещества по-прежнему являются крупнейшим фактором затрат при ремонте дорог. Благодаря специальным характеристикам BSM, технология холодного ресайклинга отличается очень низким затратам</w:t>
      </w:r>
      <w:r w:rsidR="00B45667" w:rsidRPr="009C79E1">
        <w:t xml:space="preserve">и на </w:t>
      </w:r>
      <w:r w:rsidRPr="009C79E1">
        <w:t>весь срок службы дорог.</w:t>
      </w:r>
    </w:p>
    <w:p w:rsidR="00D014AF" w:rsidRPr="009C79E1" w:rsidRDefault="00D014AF" w:rsidP="00D31FFB">
      <w:pPr>
        <w:pStyle w:val="Text"/>
        <w:spacing w:line="276" w:lineRule="auto"/>
      </w:pPr>
    </w:p>
    <w:p w:rsidR="004A6E8B" w:rsidRPr="009C79E1" w:rsidRDefault="004A6E8B" w:rsidP="00D31FFB">
      <w:pPr>
        <w:pStyle w:val="Text"/>
        <w:spacing w:line="276" w:lineRule="auto"/>
        <w:rPr>
          <w:i/>
        </w:rPr>
      </w:pPr>
      <w:r w:rsidRPr="009C79E1">
        <w:rPr>
          <w:i/>
        </w:rPr>
        <w:t>Ремонт дорог</w:t>
      </w:r>
      <w:r w:rsidR="00E949F2" w:rsidRPr="009C79E1">
        <w:rPr>
          <w:i/>
        </w:rPr>
        <w:t xml:space="preserve"> </w:t>
      </w:r>
      <w:r w:rsidRPr="009C79E1">
        <w:rPr>
          <w:i/>
        </w:rPr>
        <w:t>с минимальными ограничения</w:t>
      </w:r>
      <w:r w:rsidR="00454D05" w:rsidRPr="009C79E1">
        <w:rPr>
          <w:i/>
        </w:rPr>
        <w:t>ми</w:t>
      </w:r>
      <w:r w:rsidRPr="009C79E1">
        <w:rPr>
          <w:i/>
        </w:rPr>
        <w:t xml:space="preserve"> </w:t>
      </w:r>
      <w:r w:rsidR="003E75A7" w:rsidRPr="009C79E1">
        <w:rPr>
          <w:i/>
        </w:rPr>
        <w:t xml:space="preserve">трафика </w:t>
      </w:r>
      <w:r w:rsidRPr="009C79E1">
        <w:rPr>
          <w:i/>
        </w:rPr>
        <w:t>движения</w:t>
      </w:r>
    </w:p>
    <w:p w:rsidR="00D01FE9" w:rsidRPr="009C79E1" w:rsidRDefault="00D63631" w:rsidP="00CF0CF6">
      <w:pPr>
        <w:pStyle w:val="Text"/>
        <w:spacing w:line="276" w:lineRule="auto"/>
      </w:pPr>
      <w:r w:rsidRPr="009C79E1">
        <w:t>За счет непосредственной утилизации строительных материалов, а также бережливой логистики, время проведения работ по технологии холодного ресайклинга на месте значительно короче в сравнен</w:t>
      </w:r>
      <w:r w:rsidR="00982E31" w:rsidRPr="009C79E1">
        <w:t>ии с обычными методами ремонта.</w:t>
      </w:r>
    </w:p>
    <w:p w:rsidR="00CF0CF6" w:rsidRPr="009C79E1" w:rsidRDefault="00CF0CF6" w:rsidP="00CF0CF6">
      <w:pPr>
        <w:pStyle w:val="Text"/>
        <w:spacing w:line="276" w:lineRule="auto"/>
      </w:pPr>
    </w:p>
    <w:p w:rsidR="00454D05" w:rsidRPr="009C79E1" w:rsidRDefault="00BD2239" w:rsidP="008629FB">
      <w:pPr>
        <w:pStyle w:val="Text"/>
        <w:spacing w:line="276" w:lineRule="auto"/>
      </w:pPr>
      <w:r w:rsidRPr="009C79E1">
        <w:t>«</w:t>
      </w:r>
      <w:r w:rsidR="0069527F" w:rsidRPr="009C79E1">
        <w:t>П</w:t>
      </w:r>
      <w:r w:rsidRPr="009C79E1">
        <w:t>оезд» холодного ресайклинг</w:t>
      </w:r>
      <w:r w:rsidR="00454D05" w:rsidRPr="009C79E1">
        <w:t>а</w:t>
      </w:r>
      <w:r w:rsidRPr="009C79E1">
        <w:t xml:space="preserve"> может захватить все ширину одной полосы. </w:t>
      </w:r>
      <w:r w:rsidR="00822381" w:rsidRPr="009C79E1">
        <w:t>Так при выполнении холодного</w:t>
      </w:r>
      <w:r w:rsidR="00454D05" w:rsidRPr="009C79E1">
        <w:t xml:space="preserve"> </w:t>
      </w:r>
      <w:r w:rsidR="00EA2EB3" w:rsidRPr="009C79E1">
        <w:t>ресайклинга</w:t>
      </w:r>
      <w:r w:rsidR="00822381" w:rsidRPr="009C79E1">
        <w:t xml:space="preserve"> </w:t>
      </w:r>
      <w:r w:rsidR="00454D05" w:rsidRPr="009C79E1">
        <w:t xml:space="preserve">на одной полосе дороге, </w:t>
      </w:r>
      <w:r w:rsidR="00822381" w:rsidRPr="009C79E1">
        <w:t xml:space="preserve">вторая </w:t>
      </w:r>
      <w:r w:rsidR="00454D05" w:rsidRPr="009C79E1">
        <w:t xml:space="preserve">полоса </w:t>
      </w:r>
      <w:r w:rsidR="00703414" w:rsidRPr="009C79E1">
        <w:t xml:space="preserve">остается открытой для движения </w:t>
      </w:r>
      <w:r w:rsidR="00454D05" w:rsidRPr="009C79E1">
        <w:t>транспорта, проезжающего таким образом мимо строительной площадки. При этом в нерабочее время для движения трафика доступна вся ширина дороги, поскольку свежеуложенный асфальт готов к эксплуатации сразу же после выполнения завершающего уплотнения.</w:t>
      </w:r>
    </w:p>
    <w:p w:rsidR="000F326A" w:rsidRPr="009C79E1" w:rsidRDefault="000F326A" w:rsidP="008629FB">
      <w:pPr>
        <w:pStyle w:val="Text"/>
        <w:spacing w:line="276" w:lineRule="auto"/>
        <w:rPr>
          <w:b/>
          <w:color w:val="FF0000"/>
        </w:rPr>
      </w:pPr>
    </w:p>
    <w:p w:rsidR="006E443B" w:rsidRPr="009C79E1" w:rsidRDefault="00C04585" w:rsidP="008629FB">
      <w:pPr>
        <w:pStyle w:val="Text"/>
        <w:spacing w:line="276" w:lineRule="auto"/>
        <w:rPr>
          <w:b/>
        </w:rPr>
      </w:pPr>
      <w:r w:rsidRPr="009C79E1">
        <w:rPr>
          <w:b/>
        </w:rPr>
        <w:t xml:space="preserve">Новое поколение ресайклеров </w:t>
      </w:r>
      <w:r w:rsidR="00524BCF" w:rsidRPr="009C79E1">
        <w:rPr>
          <w:b/>
        </w:rPr>
        <w:t xml:space="preserve">Wirtgen </w:t>
      </w:r>
      <w:r w:rsidRPr="009C79E1">
        <w:rPr>
          <w:b/>
        </w:rPr>
        <w:t>в качестве высокопроизводительной фрезы</w:t>
      </w:r>
    </w:p>
    <w:p w:rsidR="003C7A2B" w:rsidRPr="009C79E1" w:rsidRDefault="00142C20" w:rsidP="007E2F97">
      <w:pPr>
        <w:pStyle w:val="Text"/>
        <w:spacing w:line="276" w:lineRule="auto"/>
      </w:pPr>
      <w:r w:rsidRPr="009C79E1">
        <w:t>Наряду с моделя W 380 CRi (775 кВт; EU Stage 5 / US Tier 4f) и W 380 CR (708 кВт; EU nicht reguliert / US Tier 2), новое поколение ресайклеров от Wirtgen вобрало в себя</w:t>
      </w:r>
      <w:r w:rsidR="00E759D5" w:rsidRPr="009C79E1">
        <w:t xml:space="preserve"> также</w:t>
      </w:r>
      <w:r w:rsidRPr="009C79E1">
        <w:t xml:space="preserve"> модели W 240 CRi (775 кВт; EU Stage 5 / US Tier 4f) и W 240 CR (708 кВт</w:t>
      </w:r>
      <w:r w:rsidR="00903BFD" w:rsidRPr="009C79E1">
        <w:t xml:space="preserve">; </w:t>
      </w:r>
      <w:r w:rsidR="00E759D5" w:rsidRPr="009C79E1">
        <w:t>подлежит урегулированию</w:t>
      </w:r>
      <w:r w:rsidRPr="009C79E1">
        <w:t xml:space="preserve"> / US Tier 2).</w:t>
      </w:r>
    </w:p>
    <w:p w:rsidR="003C0CEF" w:rsidRPr="009C79E1" w:rsidRDefault="003C0CEF" w:rsidP="007E2F97">
      <w:pPr>
        <w:pStyle w:val="Text"/>
        <w:spacing w:line="276" w:lineRule="auto"/>
      </w:pPr>
      <w:r w:rsidRPr="009C79E1">
        <w:t xml:space="preserve">Ресайклеры W 240 CRi </w:t>
      </w:r>
      <w:r w:rsidR="00E759D5" w:rsidRPr="009C79E1">
        <w:t>и</w:t>
      </w:r>
      <w:r w:rsidRPr="009C79E1">
        <w:t xml:space="preserve"> W 240 CR </w:t>
      </w:r>
      <w:r w:rsidR="00903BFD" w:rsidRPr="009C79E1">
        <w:t>могут быть также оснащены</w:t>
      </w:r>
      <w:r w:rsidRPr="009C79E1">
        <w:t xml:space="preserve"> </w:t>
      </w:r>
      <w:r w:rsidR="00903BFD" w:rsidRPr="009C79E1">
        <w:t xml:space="preserve">встроенным рабочим органом </w:t>
      </w:r>
      <w:r w:rsidRPr="009C79E1">
        <w:t>Variobohle AB 375 T</w:t>
      </w:r>
      <w:r w:rsidR="00903BFD" w:rsidRPr="009C79E1">
        <w:t xml:space="preserve"> от Vögele и располагают максимальной рабочей шириной до </w:t>
      </w:r>
      <w:r w:rsidRPr="009C79E1">
        <w:t>2350</w:t>
      </w:r>
      <w:r w:rsidR="00903BFD" w:rsidRPr="009C79E1">
        <w:t> мм.</w:t>
      </w:r>
    </w:p>
    <w:p w:rsidR="00657202" w:rsidRDefault="00657202">
      <w:pPr>
        <w:rPr>
          <w:sz w:val="22"/>
        </w:rPr>
      </w:pPr>
      <w:r>
        <w:br w:type="page"/>
      </w:r>
    </w:p>
    <w:p w:rsidR="003C0CEF" w:rsidRPr="009C79E1" w:rsidRDefault="003C0CEF" w:rsidP="007E2F97">
      <w:pPr>
        <w:pStyle w:val="Text"/>
        <w:spacing w:line="276" w:lineRule="auto"/>
      </w:pPr>
    </w:p>
    <w:p w:rsidR="00ED41F3" w:rsidRPr="009C79E1" w:rsidRDefault="00ED41F3" w:rsidP="00ED41F3">
      <w:pPr>
        <w:pStyle w:val="Text"/>
        <w:spacing w:line="276" w:lineRule="auto"/>
      </w:pPr>
      <w:r w:rsidRPr="009C79E1">
        <w:t>Четыре холодных ресайклера также могут использоваться как эффективные высокопроизводительные фрезы для классического метода Upcut. Благодаря мощному двигателю и высокой пропускной способности конвейера</w:t>
      </w:r>
      <w:r w:rsidR="0068775A" w:rsidRPr="009C79E1">
        <w:t>,</w:t>
      </w:r>
      <w:r w:rsidRPr="009C79E1">
        <w:t xml:space="preserve"> они достигают максимальной глубины резания до 350 мм, обеспечивая высокую производительность, например, при срезке всего асфальто</w:t>
      </w:r>
      <w:r w:rsidR="0068775A" w:rsidRPr="009C79E1">
        <w:t>во</w:t>
      </w:r>
      <w:r w:rsidRPr="009C79E1">
        <w:t>го полотна или при выполнении обширных ремонтных работ на автомагистралях или взлетно-посадочных полосах аэропортов.</w:t>
      </w:r>
    </w:p>
    <w:p w:rsidR="006E443B" w:rsidRPr="009C79E1" w:rsidRDefault="006E443B" w:rsidP="008629FB">
      <w:pPr>
        <w:pStyle w:val="Text"/>
        <w:spacing w:line="276" w:lineRule="auto"/>
      </w:pPr>
    </w:p>
    <w:p w:rsidR="002E765F" w:rsidRPr="009C79E1" w:rsidRDefault="002E765F" w:rsidP="00C644CA">
      <w:pPr>
        <w:pStyle w:val="Text"/>
      </w:pPr>
    </w:p>
    <w:p w:rsidR="00657202" w:rsidRDefault="00657202" w:rsidP="00657202">
      <w:pPr>
        <w:pStyle w:val="HeadlineFotos"/>
      </w:pPr>
      <w:r>
        <w:rPr>
          <w:rFonts w:ascii="Verdana" w:hAnsi="Verdana"/>
          <w:caps w:val="0"/>
        </w:rPr>
        <w:t>Фотографии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45"/>
        <w:gridCol w:w="4863"/>
      </w:tblGrid>
      <w:tr w:rsidR="00D166AC" w:rsidRPr="009C79E1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9C79E1" w:rsidRDefault="00D166AC" w:rsidP="00D166AC">
            <w:r w:rsidRPr="009C79E1">
              <w:rPr>
                <w:noProof/>
                <w:lang w:val="de-DE" w:eastAsia="de-DE"/>
              </w:rPr>
              <w:drawing>
                <wp:inline distT="0" distB="0" distL="0" distR="0" wp14:anchorId="5F5627C2" wp14:editId="0740154C">
                  <wp:extent cx="2577287" cy="1718191"/>
                  <wp:effectExtent l="0" t="0" r="0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7287" cy="1718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4683F" w:rsidRPr="009C79E1" w:rsidRDefault="0075254F" w:rsidP="0014683F">
            <w:pPr>
              <w:pStyle w:val="berschrift3"/>
              <w:outlineLvl w:val="2"/>
            </w:pPr>
            <w:r w:rsidRPr="009C79E1">
              <w:t>W_photo_W380CRi_000</w:t>
            </w:r>
            <w:r w:rsidR="009A179C">
              <w:rPr>
                <w:lang w:val="de-DE"/>
              </w:rPr>
              <w:t>29</w:t>
            </w:r>
            <w:r w:rsidRPr="009C79E1">
              <w:t>_HI</w:t>
            </w:r>
          </w:p>
          <w:p w:rsidR="00D166AC" w:rsidRPr="009C79E1" w:rsidRDefault="00793D91" w:rsidP="007F35A3">
            <w:pPr>
              <w:pStyle w:val="Text"/>
              <w:jc w:val="left"/>
              <w:rPr>
                <w:sz w:val="20"/>
              </w:rPr>
            </w:pPr>
            <w:r w:rsidRPr="00793D91">
              <w:rPr>
                <w:sz w:val="20"/>
              </w:rPr>
              <w:t>В Калифорнии в г. Сан-Хосе холодный ресайклер Wirtgen W 380 CRi с расположенным сзади него конвейером переработал и уложил две полосы дорожного полотна глубиной 10 см с добавлением 2,5% вспененного битума и 3% воды.</w:t>
            </w:r>
          </w:p>
        </w:tc>
      </w:tr>
    </w:tbl>
    <w:p w:rsidR="00D166AC" w:rsidRPr="009C79E1" w:rsidRDefault="00D166AC" w:rsidP="00D166AC">
      <w:pPr>
        <w:pStyle w:val="Text"/>
        <w:rPr>
          <w:szCs w:val="22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49"/>
        <w:gridCol w:w="4859"/>
      </w:tblGrid>
      <w:tr w:rsidR="0075254F" w:rsidRPr="009C79E1" w:rsidTr="001455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36" w:type="dxa"/>
            <w:tcBorders>
              <w:right w:val="single" w:sz="4" w:space="0" w:color="auto"/>
            </w:tcBorders>
          </w:tcPr>
          <w:p w:rsidR="0075254F" w:rsidRPr="009C79E1" w:rsidRDefault="0075254F" w:rsidP="001C00CE">
            <w:r w:rsidRPr="009C79E1">
              <w:rPr>
                <w:noProof/>
                <w:lang w:val="de-DE" w:eastAsia="de-DE"/>
              </w:rPr>
              <w:drawing>
                <wp:inline distT="0" distB="0" distL="0" distR="0" wp14:anchorId="03F50B09" wp14:editId="6AB4FFFB">
                  <wp:extent cx="2577702" cy="1718467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7702" cy="1718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6" w:type="dxa"/>
          </w:tcPr>
          <w:p w:rsidR="0075254F" w:rsidRPr="009C79E1" w:rsidRDefault="00DC6921" w:rsidP="00ED41F3">
            <w:pPr>
              <w:pStyle w:val="berschrift3"/>
              <w:outlineLvl w:val="2"/>
            </w:pPr>
            <w:r w:rsidRPr="009C79E1">
              <w:t>W_photo_W380CR_000</w:t>
            </w:r>
            <w:r w:rsidR="009A179C">
              <w:rPr>
                <w:lang w:val="de-DE"/>
              </w:rPr>
              <w:t>70</w:t>
            </w:r>
            <w:r w:rsidRPr="009C79E1">
              <w:t>_HI</w:t>
            </w:r>
          </w:p>
          <w:p w:rsidR="0075254F" w:rsidRPr="009C79E1" w:rsidRDefault="00793D91" w:rsidP="005C563F">
            <w:pPr>
              <w:pStyle w:val="Text"/>
              <w:jc w:val="left"/>
              <w:rPr>
                <w:sz w:val="20"/>
              </w:rPr>
            </w:pPr>
            <w:r w:rsidRPr="00793D91">
              <w:rPr>
                <w:sz w:val="20"/>
              </w:rPr>
              <w:t>Холодный ресайклер W240CRi со встроенным рабочим органом выполнил высокопроизводительную переработку на строительной участке автомагистрали недалеко от Праги, расчистив основу для укладки новой проезжей части, соответствующей требования и условиям местности.</w:t>
            </w:r>
          </w:p>
        </w:tc>
      </w:tr>
    </w:tbl>
    <w:p w:rsidR="00657202" w:rsidRDefault="00657202">
      <w:pPr>
        <w:rPr>
          <w:rFonts w:ascii="Verdana" w:eastAsia="Calibri" w:hAnsi="Verdana" w:cs="Times New Roman"/>
          <w:sz w:val="22"/>
          <w:szCs w:val="22"/>
        </w:rPr>
      </w:pPr>
    </w:p>
    <w:p w:rsidR="00657202" w:rsidRDefault="00657202" w:rsidP="00657202">
      <w:pPr>
        <w:pStyle w:val="Text"/>
      </w:pPr>
      <w:r>
        <w:br w:type="page"/>
      </w:r>
    </w:p>
    <w:p w:rsidR="00657202" w:rsidRDefault="00657202" w:rsidP="00657202">
      <w:pPr>
        <w:pStyle w:val="HeadlineFotos"/>
      </w:pPr>
      <w:r>
        <w:rPr>
          <w:rFonts w:ascii="Verdana" w:hAnsi="Verdana"/>
          <w:caps w:val="0"/>
        </w:rPr>
        <w:lastRenderedPageBreak/>
        <w:t>Фотографии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5"/>
        <w:gridCol w:w="4853"/>
      </w:tblGrid>
      <w:tr w:rsidR="00AD2ECE" w:rsidRPr="009C79E1" w:rsidTr="00F00A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42" w:type="dxa"/>
            <w:tcBorders>
              <w:right w:val="single" w:sz="4" w:space="0" w:color="auto"/>
            </w:tcBorders>
          </w:tcPr>
          <w:p w:rsidR="00AD2ECE" w:rsidRPr="009C79E1" w:rsidRDefault="00AD2ECE" w:rsidP="00ED41F3">
            <w:r w:rsidRPr="009C79E1">
              <w:rPr>
                <w:noProof/>
                <w:lang w:val="de-DE" w:eastAsia="de-DE"/>
              </w:rPr>
              <w:drawing>
                <wp:inline distT="0" distB="0" distL="0" distR="0" wp14:anchorId="73D659E7" wp14:editId="0143EAE2">
                  <wp:extent cx="2647950" cy="1765299"/>
                  <wp:effectExtent l="0" t="0" r="0" b="6985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1765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0" w:type="dxa"/>
          </w:tcPr>
          <w:p w:rsidR="00AD2ECE" w:rsidRPr="009C79E1" w:rsidRDefault="00DC6921" w:rsidP="00ED41F3">
            <w:pPr>
              <w:pStyle w:val="berschrift3"/>
              <w:outlineLvl w:val="2"/>
            </w:pPr>
            <w:r w:rsidRPr="009C79E1">
              <w:t>W_photo_W380CRi_000</w:t>
            </w:r>
            <w:r w:rsidR="009A179C">
              <w:rPr>
                <w:lang w:val="de-DE"/>
              </w:rPr>
              <w:t>37</w:t>
            </w:r>
            <w:r w:rsidRPr="009C79E1">
              <w:t>_HI</w:t>
            </w:r>
          </w:p>
          <w:p w:rsidR="00AD2ECE" w:rsidRPr="009C79E1" w:rsidRDefault="00793D91" w:rsidP="001B4E0D">
            <w:pPr>
              <w:pStyle w:val="Text"/>
              <w:jc w:val="left"/>
              <w:rPr>
                <w:sz w:val="20"/>
              </w:rPr>
            </w:pPr>
            <w:r w:rsidRPr="00793D91">
              <w:rPr>
                <w:sz w:val="20"/>
              </w:rPr>
              <w:t>Благодаря интуитивно понятному и гибкому управлению, надежным информационным системам, комфортным условиям видимости и оптимальной эргономике, оператор всегда в полной мере контролирует машину и результаты работы холодного ресайклера от Wirtgen.</w:t>
            </w:r>
          </w:p>
        </w:tc>
      </w:tr>
    </w:tbl>
    <w:p w:rsidR="00A534C1" w:rsidRPr="009C79E1" w:rsidRDefault="00A534C1" w:rsidP="00C03396">
      <w:pPr>
        <w:pStyle w:val="Text"/>
      </w:pPr>
    </w:p>
    <w:p w:rsidR="00657202" w:rsidRPr="002657E9" w:rsidRDefault="00657202" w:rsidP="00657202">
      <w:pPr>
        <w:pStyle w:val="Text"/>
        <w:rPr>
          <w:i/>
        </w:rPr>
      </w:pPr>
      <w:r w:rsidRPr="002657E9">
        <w:rPr>
          <w:i/>
          <w:u w:val="single"/>
        </w:rPr>
        <w:t>Указание:</w:t>
      </w:r>
      <w:r w:rsidRPr="002657E9">
        <w:rPr>
          <w:i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:rsidR="00657202" w:rsidRPr="002657E9" w:rsidRDefault="00657202" w:rsidP="00657202">
      <w:pPr>
        <w:pStyle w:val="Text"/>
        <w:rPr>
          <w:u w:val="single"/>
        </w:rPr>
      </w:pPr>
    </w:p>
    <w:p w:rsidR="00657202" w:rsidRPr="002657E9" w:rsidRDefault="00657202" w:rsidP="00657202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657202" w:rsidTr="00504F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657202" w:rsidRPr="004527D9" w:rsidRDefault="00657202" w:rsidP="00504FDA">
            <w:pPr>
              <w:pStyle w:val="HeadlineKontakte"/>
            </w:pPr>
            <w:r w:rsidRPr="004527D9">
              <w:t>Более подробную информацию можно получить у</w:t>
            </w:r>
            <w:r w:rsidRPr="004527D9">
              <w:rPr>
                <w:rFonts w:ascii="Verdana" w:hAnsi="Verdana"/>
              </w:rPr>
              <w:t>:</w:t>
            </w:r>
          </w:p>
          <w:p w:rsidR="00657202" w:rsidRPr="00564374" w:rsidRDefault="00657202" w:rsidP="00504FDA">
            <w:pPr>
              <w:pStyle w:val="Text"/>
            </w:pPr>
            <w:r w:rsidRPr="008B1AC8">
              <w:rPr>
                <w:lang w:val="en-US"/>
              </w:rPr>
              <w:t>WIRTGEN</w:t>
            </w:r>
            <w:r w:rsidRPr="00564374">
              <w:t xml:space="preserve"> </w:t>
            </w:r>
            <w:r w:rsidRPr="008B1AC8">
              <w:rPr>
                <w:lang w:val="en-US"/>
              </w:rPr>
              <w:t>GmbH</w:t>
            </w:r>
          </w:p>
          <w:p w:rsidR="00657202" w:rsidRPr="00564374" w:rsidRDefault="00657202" w:rsidP="00504FDA">
            <w:pPr>
              <w:pStyle w:val="Text"/>
            </w:pPr>
            <w:r w:rsidRPr="008B1AC8">
              <w:rPr>
                <w:lang w:val="en-US"/>
              </w:rPr>
              <w:t>Corporate</w:t>
            </w:r>
            <w:r w:rsidRPr="00564374">
              <w:t xml:space="preserve"> </w:t>
            </w:r>
            <w:r w:rsidRPr="008B1AC8">
              <w:rPr>
                <w:lang w:val="en-US"/>
              </w:rPr>
              <w:t>Communications</w:t>
            </w:r>
          </w:p>
          <w:p w:rsidR="00657202" w:rsidRPr="00564374" w:rsidRDefault="00657202" w:rsidP="00504FDA">
            <w:pPr>
              <w:pStyle w:val="Text"/>
            </w:pPr>
            <w:r w:rsidRPr="008B1AC8">
              <w:rPr>
                <w:lang w:val="en-US"/>
              </w:rPr>
              <w:t>Michaela</w:t>
            </w:r>
            <w:r w:rsidRPr="00564374">
              <w:t xml:space="preserve"> </w:t>
            </w:r>
            <w:r w:rsidRPr="008B1AC8">
              <w:rPr>
                <w:lang w:val="en-US"/>
              </w:rPr>
              <w:t>Adams</w:t>
            </w:r>
            <w:r w:rsidRPr="00564374">
              <w:t xml:space="preserve">, </w:t>
            </w:r>
            <w:r w:rsidRPr="008B1AC8">
              <w:rPr>
                <w:lang w:val="en-US"/>
              </w:rPr>
              <w:t>Mario</w:t>
            </w:r>
            <w:r w:rsidRPr="00564374">
              <w:t xml:space="preserve"> </w:t>
            </w:r>
            <w:r w:rsidRPr="008B1AC8">
              <w:rPr>
                <w:lang w:val="en-US"/>
              </w:rPr>
              <w:t>Linnemann</w:t>
            </w:r>
          </w:p>
          <w:p w:rsidR="00657202" w:rsidRPr="00564374" w:rsidRDefault="00657202" w:rsidP="00504FDA">
            <w:pPr>
              <w:pStyle w:val="Text"/>
            </w:pPr>
            <w:r>
              <w:t>Reinhard</w:t>
            </w:r>
            <w:r w:rsidRPr="00564374">
              <w:t>-</w:t>
            </w:r>
            <w:r>
              <w:t>Wirtgen</w:t>
            </w:r>
            <w:r w:rsidRPr="00564374">
              <w:t>-</w:t>
            </w:r>
            <w:r>
              <w:t>Stra</w:t>
            </w:r>
            <w:r w:rsidRPr="00564374">
              <w:t>ß</w:t>
            </w:r>
            <w:r>
              <w:t>e</w:t>
            </w:r>
            <w:r w:rsidRPr="00564374">
              <w:t xml:space="preserve"> 2</w:t>
            </w:r>
          </w:p>
          <w:p w:rsidR="00657202" w:rsidRDefault="00657202" w:rsidP="00504FDA">
            <w:pPr>
              <w:pStyle w:val="Text"/>
            </w:pPr>
            <w:r>
              <w:t>53578 Windhagen</w:t>
            </w:r>
          </w:p>
          <w:p w:rsidR="00657202" w:rsidRDefault="00657202" w:rsidP="00504FDA">
            <w:pPr>
              <w:pStyle w:val="Text"/>
            </w:pPr>
            <w:r>
              <w:t>Deutschland</w:t>
            </w:r>
          </w:p>
          <w:p w:rsidR="00657202" w:rsidRDefault="00657202" w:rsidP="00504FDA">
            <w:pPr>
              <w:pStyle w:val="Text"/>
            </w:pPr>
          </w:p>
          <w:p w:rsidR="00657202" w:rsidRDefault="00657202" w:rsidP="00504FDA">
            <w:pPr>
              <w:pStyle w:val="Text"/>
            </w:pPr>
            <w:r>
              <w:t>Telefon:   +49 (0) 2645 131 – 4510</w:t>
            </w:r>
          </w:p>
          <w:p w:rsidR="00657202" w:rsidRDefault="00657202" w:rsidP="00504FDA">
            <w:pPr>
              <w:pStyle w:val="Text"/>
            </w:pPr>
            <w:r>
              <w:t>Telefax:   +49 (0) 2645 131 – 499</w:t>
            </w:r>
          </w:p>
          <w:p w:rsidR="00657202" w:rsidRDefault="00657202" w:rsidP="00504FDA">
            <w:pPr>
              <w:pStyle w:val="Text"/>
            </w:pPr>
            <w:r>
              <w:t>E-mail:     presse@wirtgen.com</w:t>
            </w:r>
          </w:p>
          <w:p w:rsidR="00657202" w:rsidRPr="00D166AC" w:rsidRDefault="00657202" w:rsidP="00504FDA">
            <w:pPr>
              <w:pStyle w:val="Text"/>
            </w:pPr>
            <w:r>
              <w:t>www.wirtgen.com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657202" w:rsidRPr="0034191A" w:rsidRDefault="00657202" w:rsidP="00504FDA">
            <w:pPr>
              <w:pStyle w:val="Text"/>
            </w:pPr>
          </w:p>
        </w:tc>
      </w:tr>
    </w:tbl>
    <w:p w:rsidR="00D166AC" w:rsidRPr="009C79E1" w:rsidRDefault="00D166AC" w:rsidP="00D166AC">
      <w:pPr>
        <w:pStyle w:val="Text"/>
      </w:pPr>
    </w:p>
    <w:p w:rsidR="009C79E1" w:rsidRPr="009C79E1" w:rsidRDefault="009C79E1">
      <w:pPr>
        <w:pStyle w:val="Text"/>
      </w:pPr>
    </w:p>
    <w:sectPr w:rsidR="009C79E1" w:rsidRPr="009C79E1" w:rsidSect="003A753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F94" w:rsidRDefault="00605F94" w:rsidP="00E55534">
      <w:r>
        <w:separator/>
      </w:r>
    </w:p>
  </w:endnote>
  <w:endnote w:type="continuationSeparator" w:id="0">
    <w:p w:rsidR="00605F94" w:rsidRDefault="00605F94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ED41F3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ED41F3" w:rsidRPr="008C2DB2" w:rsidRDefault="00ED41F3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ED41F3" w:rsidRPr="008C2DB2" w:rsidRDefault="00657202" w:rsidP="0012026F">
                  <w:pPr>
                    <w:pStyle w:val="Seitenzahlen"/>
                  </w:pPr>
                  <w:r>
                    <w:fldChar w:fldCharType="begin"/>
                  </w:r>
                  <w:r>
                    <w:instrText xml:space="preserve"> PAGE \# "00"</w:instrText>
                  </w:r>
                  <w:r>
                    <w:fldChar w:fldCharType="separate"/>
                  </w:r>
                  <w:r w:rsidR="00571D05">
                    <w:rPr>
                      <w:noProof/>
                    </w:rPr>
                    <w:t>02</w:t>
                  </w:r>
                  <w:r>
                    <w:rPr>
                      <w:noProof/>
                    </w:rPr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ED41F3" w:rsidRDefault="00657202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7740" cy="17780"/>
                  <wp:effectExtent l="0" t="0" r="0" b="1270"/>
                  <wp:wrapNone/>
                  <wp:docPr id="12" name="Rechteck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1778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<w:pict>
                <v:rect w14:anchorId="6DE3C39D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ED41F3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ED41F3" w:rsidRDefault="00ED41F3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ED41F3" w:rsidRDefault="00657202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7740" cy="17780"/>
                  <wp:effectExtent l="0" t="0" r="0" b="1270"/>
                  <wp:wrapNone/>
                  <wp:docPr id="6" name="Rechteck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1778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<w:pict>
                <v:rect w14:anchorId="4FBD79B7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F94" w:rsidRDefault="00605F94" w:rsidP="00E55534">
      <w:r>
        <w:separator/>
      </w:r>
    </w:p>
  </w:footnote>
  <w:footnote w:type="continuationSeparator" w:id="0">
    <w:p w:rsidR="00605F94" w:rsidRDefault="00605F94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ED41F3" w:rsidRPr="002E765F" w:rsidRDefault="00ED41F3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ED41F3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ED41F3" w:rsidRPr="002E765F" w:rsidRDefault="00ED41F3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ED41F3" w:rsidRPr="002E765F" w:rsidRDefault="00ED41F3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657202"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7740" cy="36195"/>
                  <wp:effectExtent l="0" t="0" r="0" b="1905"/>
                  <wp:wrapNone/>
                  <wp:docPr id="11" name="Rechteck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36195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<w:pict>
                <v:rect w14:anchorId="4839E4D0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ED41F3" w:rsidRDefault="00657202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7740" cy="36195"/>
                  <wp:effectExtent l="0" t="0" r="0" b="1905"/>
                  <wp:wrapNone/>
                  <wp:docPr id="5" name="Rechteck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36195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<w:pict>
                <v:rect w14:anchorId="2D89F0A2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  <w:r w:rsidR="00ED41F3"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ED41F3"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3in;height:3in" o:bullet="t">
        <v:imagedata r:id="rId1" o:title="AZ_04a"/>
      </v:shape>
    </w:pict>
  </w:numPicBullet>
  <w:numPicBullet w:numPicBulletId="1">
    <w:pict>
      <v:shape id="_x0000_i1045" type="#_x0000_t75" style="width:3in;height:3in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2E468F9"/>
    <w:multiLevelType w:val="hybridMultilevel"/>
    <w:tmpl w:val="136C6126"/>
    <w:lvl w:ilvl="0" w:tplc="7DE8C29A">
      <w:start w:val="380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b/>
        <w:color w:val="FF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759"/>
    <w:rsid w:val="00001878"/>
    <w:rsid w:val="00002941"/>
    <w:rsid w:val="00002B0D"/>
    <w:rsid w:val="00021796"/>
    <w:rsid w:val="000275D9"/>
    <w:rsid w:val="00030213"/>
    <w:rsid w:val="00030A8D"/>
    <w:rsid w:val="00031ACE"/>
    <w:rsid w:val="00032628"/>
    <w:rsid w:val="00032DE7"/>
    <w:rsid w:val="000333D9"/>
    <w:rsid w:val="00040E67"/>
    <w:rsid w:val="00041A52"/>
    <w:rsid w:val="00042106"/>
    <w:rsid w:val="00050817"/>
    <w:rsid w:val="0005285B"/>
    <w:rsid w:val="000538B7"/>
    <w:rsid w:val="00055807"/>
    <w:rsid w:val="00062250"/>
    <w:rsid w:val="000661BA"/>
    <w:rsid w:val="00066D09"/>
    <w:rsid w:val="000714EE"/>
    <w:rsid w:val="000750CC"/>
    <w:rsid w:val="0008116C"/>
    <w:rsid w:val="000833AE"/>
    <w:rsid w:val="00083FE4"/>
    <w:rsid w:val="00086CAB"/>
    <w:rsid w:val="0009217E"/>
    <w:rsid w:val="0009587E"/>
    <w:rsid w:val="0009665C"/>
    <w:rsid w:val="000A5EF4"/>
    <w:rsid w:val="000B29CC"/>
    <w:rsid w:val="000C571F"/>
    <w:rsid w:val="000C5776"/>
    <w:rsid w:val="000E2697"/>
    <w:rsid w:val="000E5C0F"/>
    <w:rsid w:val="000E7683"/>
    <w:rsid w:val="000F27BE"/>
    <w:rsid w:val="000F326A"/>
    <w:rsid w:val="00102454"/>
    <w:rsid w:val="00102C6C"/>
    <w:rsid w:val="00103205"/>
    <w:rsid w:val="00110949"/>
    <w:rsid w:val="00111D39"/>
    <w:rsid w:val="00117B97"/>
    <w:rsid w:val="0012026F"/>
    <w:rsid w:val="00121820"/>
    <w:rsid w:val="00126E30"/>
    <w:rsid w:val="00130599"/>
    <w:rsid w:val="00132055"/>
    <w:rsid w:val="001359EA"/>
    <w:rsid w:val="00137EF9"/>
    <w:rsid w:val="00140CF6"/>
    <w:rsid w:val="00142B41"/>
    <w:rsid w:val="00142C20"/>
    <w:rsid w:val="00142F59"/>
    <w:rsid w:val="00143316"/>
    <w:rsid w:val="00145524"/>
    <w:rsid w:val="00145D93"/>
    <w:rsid w:val="0014683F"/>
    <w:rsid w:val="0014780E"/>
    <w:rsid w:val="00150A7E"/>
    <w:rsid w:val="0015352C"/>
    <w:rsid w:val="00155CDB"/>
    <w:rsid w:val="00155D11"/>
    <w:rsid w:val="00156DC3"/>
    <w:rsid w:val="00156F67"/>
    <w:rsid w:val="00163D8A"/>
    <w:rsid w:val="00170C77"/>
    <w:rsid w:val="001722F9"/>
    <w:rsid w:val="00173F3C"/>
    <w:rsid w:val="001749CE"/>
    <w:rsid w:val="00177F33"/>
    <w:rsid w:val="0018216F"/>
    <w:rsid w:val="001836A4"/>
    <w:rsid w:val="001843E0"/>
    <w:rsid w:val="00191474"/>
    <w:rsid w:val="0019403D"/>
    <w:rsid w:val="00196B17"/>
    <w:rsid w:val="00196E48"/>
    <w:rsid w:val="001A1DCF"/>
    <w:rsid w:val="001A5698"/>
    <w:rsid w:val="001B11EC"/>
    <w:rsid w:val="001B16BB"/>
    <w:rsid w:val="001B33E1"/>
    <w:rsid w:val="001B4E0D"/>
    <w:rsid w:val="001B6EE0"/>
    <w:rsid w:val="001C00CE"/>
    <w:rsid w:val="001C56A4"/>
    <w:rsid w:val="001D313C"/>
    <w:rsid w:val="001D361F"/>
    <w:rsid w:val="001E1D99"/>
    <w:rsid w:val="001F05F5"/>
    <w:rsid w:val="001F3954"/>
    <w:rsid w:val="001F47F3"/>
    <w:rsid w:val="0020232E"/>
    <w:rsid w:val="002032B6"/>
    <w:rsid w:val="002049E4"/>
    <w:rsid w:val="002049FC"/>
    <w:rsid w:val="00206834"/>
    <w:rsid w:val="00220D48"/>
    <w:rsid w:val="00222B4A"/>
    <w:rsid w:val="00223F4B"/>
    <w:rsid w:val="002241F6"/>
    <w:rsid w:val="00226717"/>
    <w:rsid w:val="00227FA0"/>
    <w:rsid w:val="00234E8D"/>
    <w:rsid w:val="0024247F"/>
    <w:rsid w:val="00244981"/>
    <w:rsid w:val="00252687"/>
    <w:rsid w:val="00253A2E"/>
    <w:rsid w:val="002546A5"/>
    <w:rsid w:val="00257D67"/>
    <w:rsid w:val="002644BB"/>
    <w:rsid w:val="002661C8"/>
    <w:rsid w:val="002712A0"/>
    <w:rsid w:val="00274D14"/>
    <w:rsid w:val="0027528E"/>
    <w:rsid w:val="00281189"/>
    <w:rsid w:val="002843BF"/>
    <w:rsid w:val="002844EF"/>
    <w:rsid w:val="00286351"/>
    <w:rsid w:val="0029634D"/>
    <w:rsid w:val="00297B62"/>
    <w:rsid w:val="002A08E4"/>
    <w:rsid w:val="002B13D8"/>
    <w:rsid w:val="002B3024"/>
    <w:rsid w:val="002B3DF4"/>
    <w:rsid w:val="002B7E1E"/>
    <w:rsid w:val="002C2B30"/>
    <w:rsid w:val="002C71A2"/>
    <w:rsid w:val="002D6030"/>
    <w:rsid w:val="002E27C2"/>
    <w:rsid w:val="002E33A3"/>
    <w:rsid w:val="002E765F"/>
    <w:rsid w:val="002F108B"/>
    <w:rsid w:val="002F2788"/>
    <w:rsid w:val="002F356C"/>
    <w:rsid w:val="002F4A59"/>
    <w:rsid w:val="002F4E1A"/>
    <w:rsid w:val="002F505F"/>
    <w:rsid w:val="002F7264"/>
    <w:rsid w:val="003006DD"/>
    <w:rsid w:val="00304597"/>
    <w:rsid w:val="00313168"/>
    <w:rsid w:val="00316022"/>
    <w:rsid w:val="003257E3"/>
    <w:rsid w:val="00327452"/>
    <w:rsid w:val="00333DA7"/>
    <w:rsid w:val="00335817"/>
    <w:rsid w:val="00340347"/>
    <w:rsid w:val="0034191A"/>
    <w:rsid w:val="00343CC7"/>
    <w:rsid w:val="0034492C"/>
    <w:rsid w:val="00345E55"/>
    <w:rsid w:val="00347396"/>
    <w:rsid w:val="00361194"/>
    <w:rsid w:val="00364AB5"/>
    <w:rsid w:val="003705AA"/>
    <w:rsid w:val="00370F49"/>
    <w:rsid w:val="00372D56"/>
    <w:rsid w:val="0038001D"/>
    <w:rsid w:val="00380BDE"/>
    <w:rsid w:val="00383F79"/>
    <w:rsid w:val="00384A08"/>
    <w:rsid w:val="00384D71"/>
    <w:rsid w:val="00384F03"/>
    <w:rsid w:val="00385EE3"/>
    <w:rsid w:val="00386231"/>
    <w:rsid w:val="00390BE6"/>
    <w:rsid w:val="00397AD6"/>
    <w:rsid w:val="003A0118"/>
    <w:rsid w:val="003A1376"/>
    <w:rsid w:val="003A41C2"/>
    <w:rsid w:val="003A4369"/>
    <w:rsid w:val="003A69B7"/>
    <w:rsid w:val="003A753A"/>
    <w:rsid w:val="003B078D"/>
    <w:rsid w:val="003B2B51"/>
    <w:rsid w:val="003C0CEF"/>
    <w:rsid w:val="003C7A2B"/>
    <w:rsid w:val="003D27AF"/>
    <w:rsid w:val="003D305D"/>
    <w:rsid w:val="003D4944"/>
    <w:rsid w:val="003D5FDA"/>
    <w:rsid w:val="003D7AB6"/>
    <w:rsid w:val="003E1579"/>
    <w:rsid w:val="003E1CB6"/>
    <w:rsid w:val="003E1EC5"/>
    <w:rsid w:val="003E333F"/>
    <w:rsid w:val="003E3CF6"/>
    <w:rsid w:val="003E59CC"/>
    <w:rsid w:val="003E59CE"/>
    <w:rsid w:val="003E759F"/>
    <w:rsid w:val="003E75A7"/>
    <w:rsid w:val="003F0C92"/>
    <w:rsid w:val="003F659A"/>
    <w:rsid w:val="003F7E90"/>
    <w:rsid w:val="00403373"/>
    <w:rsid w:val="0040339E"/>
    <w:rsid w:val="004047AF"/>
    <w:rsid w:val="00406C81"/>
    <w:rsid w:val="00412545"/>
    <w:rsid w:val="00415204"/>
    <w:rsid w:val="004163CB"/>
    <w:rsid w:val="00417C88"/>
    <w:rsid w:val="00426162"/>
    <w:rsid w:val="00430BB0"/>
    <w:rsid w:val="00431B7E"/>
    <w:rsid w:val="004407F2"/>
    <w:rsid w:val="00441215"/>
    <w:rsid w:val="00441440"/>
    <w:rsid w:val="004428DF"/>
    <w:rsid w:val="0044752F"/>
    <w:rsid w:val="00453CC5"/>
    <w:rsid w:val="00454D05"/>
    <w:rsid w:val="0045690D"/>
    <w:rsid w:val="00456D5E"/>
    <w:rsid w:val="004570F3"/>
    <w:rsid w:val="004631C7"/>
    <w:rsid w:val="00463D7D"/>
    <w:rsid w:val="00476F4D"/>
    <w:rsid w:val="00481945"/>
    <w:rsid w:val="00493C5E"/>
    <w:rsid w:val="004A29CA"/>
    <w:rsid w:val="004A4D50"/>
    <w:rsid w:val="004A6D66"/>
    <w:rsid w:val="004A6E8B"/>
    <w:rsid w:val="004C1BB3"/>
    <w:rsid w:val="004C79E5"/>
    <w:rsid w:val="004C7D98"/>
    <w:rsid w:val="004D09C2"/>
    <w:rsid w:val="004D723C"/>
    <w:rsid w:val="004E3D59"/>
    <w:rsid w:val="004E7C41"/>
    <w:rsid w:val="004F1BC1"/>
    <w:rsid w:val="004F38A7"/>
    <w:rsid w:val="004F6983"/>
    <w:rsid w:val="004F6C11"/>
    <w:rsid w:val="005005C0"/>
    <w:rsid w:val="00502475"/>
    <w:rsid w:val="00504D06"/>
    <w:rsid w:val="00506409"/>
    <w:rsid w:val="00510410"/>
    <w:rsid w:val="005145EF"/>
    <w:rsid w:val="00515DDA"/>
    <w:rsid w:val="0052084D"/>
    <w:rsid w:val="00522969"/>
    <w:rsid w:val="00524BCF"/>
    <w:rsid w:val="005272E4"/>
    <w:rsid w:val="00530E32"/>
    <w:rsid w:val="005329AC"/>
    <w:rsid w:val="00533037"/>
    <w:rsid w:val="005367A2"/>
    <w:rsid w:val="00543BB6"/>
    <w:rsid w:val="00556075"/>
    <w:rsid w:val="00570711"/>
    <w:rsid w:val="005711A3"/>
    <w:rsid w:val="00571D05"/>
    <w:rsid w:val="00572E37"/>
    <w:rsid w:val="00573B2B"/>
    <w:rsid w:val="00576468"/>
    <w:rsid w:val="005810A2"/>
    <w:rsid w:val="00583E61"/>
    <w:rsid w:val="00596F4A"/>
    <w:rsid w:val="005A3FC3"/>
    <w:rsid w:val="005A4C09"/>
    <w:rsid w:val="005A4F04"/>
    <w:rsid w:val="005A6D99"/>
    <w:rsid w:val="005B21D3"/>
    <w:rsid w:val="005B3697"/>
    <w:rsid w:val="005B3EC3"/>
    <w:rsid w:val="005B5793"/>
    <w:rsid w:val="005B6319"/>
    <w:rsid w:val="005C293C"/>
    <w:rsid w:val="005C3CBE"/>
    <w:rsid w:val="005C4EA9"/>
    <w:rsid w:val="005C563F"/>
    <w:rsid w:val="005D039A"/>
    <w:rsid w:val="005D28F4"/>
    <w:rsid w:val="005D30C4"/>
    <w:rsid w:val="005E223C"/>
    <w:rsid w:val="005E6BBC"/>
    <w:rsid w:val="005F30F8"/>
    <w:rsid w:val="00605759"/>
    <w:rsid w:val="00605F94"/>
    <w:rsid w:val="00610D4F"/>
    <w:rsid w:val="00614859"/>
    <w:rsid w:val="00614F92"/>
    <w:rsid w:val="0061572D"/>
    <w:rsid w:val="00615FCA"/>
    <w:rsid w:val="00616545"/>
    <w:rsid w:val="00621426"/>
    <w:rsid w:val="00622BF0"/>
    <w:rsid w:val="00625D42"/>
    <w:rsid w:val="00626D7F"/>
    <w:rsid w:val="00630E9A"/>
    <w:rsid w:val="00631B5E"/>
    <w:rsid w:val="00632B6C"/>
    <w:rsid w:val="006330A2"/>
    <w:rsid w:val="00635104"/>
    <w:rsid w:val="00642EB6"/>
    <w:rsid w:val="00644585"/>
    <w:rsid w:val="00645D39"/>
    <w:rsid w:val="00647F60"/>
    <w:rsid w:val="00657202"/>
    <w:rsid w:val="006608DC"/>
    <w:rsid w:val="00661930"/>
    <w:rsid w:val="00663EEF"/>
    <w:rsid w:val="00670D5F"/>
    <w:rsid w:val="00673001"/>
    <w:rsid w:val="006738EA"/>
    <w:rsid w:val="0068244F"/>
    <w:rsid w:val="00684BDD"/>
    <w:rsid w:val="0068547D"/>
    <w:rsid w:val="0068775A"/>
    <w:rsid w:val="00693549"/>
    <w:rsid w:val="0069527F"/>
    <w:rsid w:val="00695DE1"/>
    <w:rsid w:val="006A1981"/>
    <w:rsid w:val="006A5EF1"/>
    <w:rsid w:val="006A68FF"/>
    <w:rsid w:val="006A75DC"/>
    <w:rsid w:val="006B5786"/>
    <w:rsid w:val="006B65C9"/>
    <w:rsid w:val="006B73C9"/>
    <w:rsid w:val="006D3D9C"/>
    <w:rsid w:val="006D3E98"/>
    <w:rsid w:val="006E443B"/>
    <w:rsid w:val="006F1F60"/>
    <w:rsid w:val="006F470D"/>
    <w:rsid w:val="006F56F9"/>
    <w:rsid w:val="006F715B"/>
    <w:rsid w:val="006F7602"/>
    <w:rsid w:val="00700ED8"/>
    <w:rsid w:val="00703414"/>
    <w:rsid w:val="007142AF"/>
    <w:rsid w:val="007146EC"/>
    <w:rsid w:val="00715865"/>
    <w:rsid w:val="00715A99"/>
    <w:rsid w:val="00722A17"/>
    <w:rsid w:val="00724B71"/>
    <w:rsid w:val="00732CBE"/>
    <w:rsid w:val="0073537A"/>
    <w:rsid w:val="00744800"/>
    <w:rsid w:val="0074623F"/>
    <w:rsid w:val="00746F09"/>
    <w:rsid w:val="00747C2E"/>
    <w:rsid w:val="0075254F"/>
    <w:rsid w:val="00752A23"/>
    <w:rsid w:val="00753CFC"/>
    <w:rsid w:val="00754C16"/>
    <w:rsid w:val="00757B83"/>
    <w:rsid w:val="00757F61"/>
    <w:rsid w:val="007658CA"/>
    <w:rsid w:val="0077499E"/>
    <w:rsid w:val="007778B4"/>
    <w:rsid w:val="00791A69"/>
    <w:rsid w:val="00791C44"/>
    <w:rsid w:val="00793D91"/>
    <w:rsid w:val="00794830"/>
    <w:rsid w:val="007955CB"/>
    <w:rsid w:val="007956D9"/>
    <w:rsid w:val="0079579B"/>
    <w:rsid w:val="00795A47"/>
    <w:rsid w:val="00795B15"/>
    <w:rsid w:val="00796307"/>
    <w:rsid w:val="00796638"/>
    <w:rsid w:val="00797CAA"/>
    <w:rsid w:val="007A2DA6"/>
    <w:rsid w:val="007B0410"/>
    <w:rsid w:val="007B0873"/>
    <w:rsid w:val="007B1350"/>
    <w:rsid w:val="007B19C0"/>
    <w:rsid w:val="007B2344"/>
    <w:rsid w:val="007B7AE3"/>
    <w:rsid w:val="007C0D16"/>
    <w:rsid w:val="007C2658"/>
    <w:rsid w:val="007C2F74"/>
    <w:rsid w:val="007C4B04"/>
    <w:rsid w:val="007C4D15"/>
    <w:rsid w:val="007D1C8F"/>
    <w:rsid w:val="007D25F9"/>
    <w:rsid w:val="007D2C7D"/>
    <w:rsid w:val="007D3892"/>
    <w:rsid w:val="007D4810"/>
    <w:rsid w:val="007E1BBC"/>
    <w:rsid w:val="007E20D0"/>
    <w:rsid w:val="007E2F97"/>
    <w:rsid w:val="007E3DD5"/>
    <w:rsid w:val="007F35A3"/>
    <w:rsid w:val="007F4566"/>
    <w:rsid w:val="007F4B57"/>
    <w:rsid w:val="007F7D7F"/>
    <w:rsid w:val="008008A2"/>
    <w:rsid w:val="0080648D"/>
    <w:rsid w:val="00811CFA"/>
    <w:rsid w:val="00816222"/>
    <w:rsid w:val="00820315"/>
    <w:rsid w:val="00821832"/>
    <w:rsid w:val="00822381"/>
    <w:rsid w:val="00824D85"/>
    <w:rsid w:val="00840AA3"/>
    <w:rsid w:val="008423A7"/>
    <w:rsid w:val="00842759"/>
    <w:rsid w:val="00843044"/>
    <w:rsid w:val="00843B45"/>
    <w:rsid w:val="00845967"/>
    <w:rsid w:val="00845BAE"/>
    <w:rsid w:val="00846143"/>
    <w:rsid w:val="00847049"/>
    <w:rsid w:val="00853E40"/>
    <w:rsid w:val="0085504C"/>
    <w:rsid w:val="00856D82"/>
    <w:rsid w:val="008629FB"/>
    <w:rsid w:val="00863129"/>
    <w:rsid w:val="0086386F"/>
    <w:rsid w:val="00863E6F"/>
    <w:rsid w:val="0086551A"/>
    <w:rsid w:val="00866528"/>
    <w:rsid w:val="0087168F"/>
    <w:rsid w:val="00871929"/>
    <w:rsid w:val="00871B71"/>
    <w:rsid w:val="008727A9"/>
    <w:rsid w:val="00876A06"/>
    <w:rsid w:val="00877CD7"/>
    <w:rsid w:val="00890447"/>
    <w:rsid w:val="00894815"/>
    <w:rsid w:val="00895A20"/>
    <w:rsid w:val="00895D7F"/>
    <w:rsid w:val="00896253"/>
    <w:rsid w:val="0089650B"/>
    <w:rsid w:val="00896922"/>
    <w:rsid w:val="008A2825"/>
    <w:rsid w:val="008B08A1"/>
    <w:rsid w:val="008B0E82"/>
    <w:rsid w:val="008B22FD"/>
    <w:rsid w:val="008C046D"/>
    <w:rsid w:val="008C066D"/>
    <w:rsid w:val="008C1651"/>
    <w:rsid w:val="008C2DB2"/>
    <w:rsid w:val="008C341F"/>
    <w:rsid w:val="008D43F7"/>
    <w:rsid w:val="008D4AE7"/>
    <w:rsid w:val="008D4CB4"/>
    <w:rsid w:val="008D5472"/>
    <w:rsid w:val="008D6B49"/>
    <w:rsid w:val="008D770E"/>
    <w:rsid w:val="008E0A7E"/>
    <w:rsid w:val="008E3340"/>
    <w:rsid w:val="008F05A0"/>
    <w:rsid w:val="008F6F99"/>
    <w:rsid w:val="0090337E"/>
    <w:rsid w:val="00903BFD"/>
    <w:rsid w:val="00905D59"/>
    <w:rsid w:val="00912F8A"/>
    <w:rsid w:val="0091344D"/>
    <w:rsid w:val="009134DB"/>
    <w:rsid w:val="009229CD"/>
    <w:rsid w:val="009258C5"/>
    <w:rsid w:val="00946841"/>
    <w:rsid w:val="009509F0"/>
    <w:rsid w:val="00950A4A"/>
    <w:rsid w:val="00951891"/>
    <w:rsid w:val="00955E3D"/>
    <w:rsid w:val="009628AA"/>
    <w:rsid w:val="009628F1"/>
    <w:rsid w:val="00971E57"/>
    <w:rsid w:val="009816E2"/>
    <w:rsid w:val="00981E74"/>
    <w:rsid w:val="00982E31"/>
    <w:rsid w:val="00984C98"/>
    <w:rsid w:val="00984FD2"/>
    <w:rsid w:val="00987751"/>
    <w:rsid w:val="00992803"/>
    <w:rsid w:val="009A179C"/>
    <w:rsid w:val="009A7E90"/>
    <w:rsid w:val="009B1A65"/>
    <w:rsid w:val="009B4613"/>
    <w:rsid w:val="009B5A63"/>
    <w:rsid w:val="009B5BDD"/>
    <w:rsid w:val="009B7E87"/>
    <w:rsid w:val="009C15A0"/>
    <w:rsid w:val="009C2378"/>
    <w:rsid w:val="009C79E1"/>
    <w:rsid w:val="009D016F"/>
    <w:rsid w:val="009D56F2"/>
    <w:rsid w:val="009D584B"/>
    <w:rsid w:val="009E0E44"/>
    <w:rsid w:val="009E251D"/>
    <w:rsid w:val="009E2833"/>
    <w:rsid w:val="009E2E3C"/>
    <w:rsid w:val="009E342B"/>
    <w:rsid w:val="009F3132"/>
    <w:rsid w:val="009F3EAD"/>
    <w:rsid w:val="009F4461"/>
    <w:rsid w:val="009F5E44"/>
    <w:rsid w:val="009F7330"/>
    <w:rsid w:val="00A03637"/>
    <w:rsid w:val="00A11029"/>
    <w:rsid w:val="00A1111F"/>
    <w:rsid w:val="00A11593"/>
    <w:rsid w:val="00A12A30"/>
    <w:rsid w:val="00A171F4"/>
    <w:rsid w:val="00A1791B"/>
    <w:rsid w:val="00A21F10"/>
    <w:rsid w:val="00A244F6"/>
    <w:rsid w:val="00A24EFC"/>
    <w:rsid w:val="00A2693A"/>
    <w:rsid w:val="00A315F5"/>
    <w:rsid w:val="00A333C6"/>
    <w:rsid w:val="00A3561F"/>
    <w:rsid w:val="00A3721B"/>
    <w:rsid w:val="00A40A0F"/>
    <w:rsid w:val="00A412A4"/>
    <w:rsid w:val="00A44BB4"/>
    <w:rsid w:val="00A534C1"/>
    <w:rsid w:val="00A54178"/>
    <w:rsid w:val="00A6039D"/>
    <w:rsid w:val="00A742C8"/>
    <w:rsid w:val="00A7679A"/>
    <w:rsid w:val="00A7700F"/>
    <w:rsid w:val="00A80677"/>
    <w:rsid w:val="00A81874"/>
    <w:rsid w:val="00A84EA5"/>
    <w:rsid w:val="00A96ACC"/>
    <w:rsid w:val="00A977CE"/>
    <w:rsid w:val="00A97C1F"/>
    <w:rsid w:val="00AA0464"/>
    <w:rsid w:val="00AA1BB6"/>
    <w:rsid w:val="00AA210B"/>
    <w:rsid w:val="00AB14CD"/>
    <w:rsid w:val="00AC36F7"/>
    <w:rsid w:val="00AC4C9C"/>
    <w:rsid w:val="00AD0D25"/>
    <w:rsid w:val="00AD131F"/>
    <w:rsid w:val="00AD2ECE"/>
    <w:rsid w:val="00AD56AF"/>
    <w:rsid w:val="00AD7B33"/>
    <w:rsid w:val="00AD7F78"/>
    <w:rsid w:val="00AE18E9"/>
    <w:rsid w:val="00AE1A10"/>
    <w:rsid w:val="00AE5391"/>
    <w:rsid w:val="00AE7C50"/>
    <w:rsid w:val="00AF294D"/>
    <w:rsid w:val="00AF35A1"/>
    <w:rsid w:val="00AF3B3A"/>
    <w:rsid w:val="00AF6569"/>
    <w:rsid w:val="00AF7122"/>
    <w:rsid w:val="00B00525"/>
    <w:rsid w:val="00B00C98"/>
    <w:rsid w:val="00B02081"/>
    <w:rsid w:val="00B02E21"/>
    <w:rsid w:val="00B0363D"/>
    <w:rsid w:val="00B03FC6"/>
    <w:rsid w:val="00B06265"/>
    <w:rsid w:val="00B13610"/>
    <w:rsid w:val="00B14CB9"/>
    <w:rsid w:val="00B170F4"/>
    <w:rsid w:val="00B1715C"/>
    <w:rsid w:val="00B175FC"/>
    <w:rsid w:val="00B20147"/>
    <w:rsid w:val="00B31968"/>
    <w:rsid w:val="00B37365"/>
    <w:rsid w:val="00B41394"/>
    <w:rsid w:val="00B42B2B"/>
    <w:rsid w:val="00B42FE8"/>
    <w:rsid w:val="00B45667"/>
    <w:rsid w:val="00B50F10"/>
    <w:rsid w:val="00B55A3F"/>
    <w:rsid w:val="00B5695F"/>
    <w:rsid w:val="00B56A5D"/>
    <w:rsid w:val="00B63824"/>
    <w:rsid w:val="00B64A71"/>
    <w:rsid w:val="00B66C4B"/>
    <w:rsid w:val="00B670D9"/>
    <w:rsid w:val="00B713D9"/>
    <w:rsid w:val="00B71418"/>
    <w:rsid w:val="00B73477"/>
    <w:rsid w:val="00B75D92"/>
    <w:rsid w:val="00B764DA"/>
    <w:rsid w:val="00B8502A"/>
    <w:rsid w:val="00B900F5"/>
    <w:rsid w:val="00B90F78"/>
    <w:rsid w:val="00B922E4"/>
    <w:rsid w:val="00B96596"/>
    <w:rsid w:val="00BA3899"/>
    <w:rsid w:val="00BA48E9"/>
    <w:rsid w:val="00BA5184"/>
    <w:rsid w:val="00BA6418"/>
    <w:rsid w:val="00BA6987"/>
    <w:rsid w:val="00BA7606"/>
    <w:rsid w:val="00BB49EB"/>
    <w:rsid w:val="00BD1058"/>
    <w:rsid w:val="00BD2239"/>
    <w:rsid w:val="00BD48F1"/>
    <w:rsid w:val="00BE0092"/>
    <w:rsid w:val="00BE186F"/>
    <w:rsid w:val="00BE482E"/>
    <w:rsid w:val="00BE4A73"/>
    <w:rsid w:val="00BF25A4"/>
    <w:rsid w:val="00BF2C46"/>
    <w:rsid w:val="00BF56B2"/>
    <w:rsid w:val="00BF64E8"/>
    <w:rsid w:val="00BF7C67"/>
    <w:rsid w:val="00C01CD4"/>
    <w:rsid w:val="00C03396"/>
    <w:rsid w:val="00C04585"/>
    <w:rsid w:val="00C05D3E"/>
    <w:rsid w:val="00C10689"/>
    <w:rsid w:val="00C10F88"/>
    <w:rsid w:val="00C1451A"/>
    <w:rsid w:val="00C15845"/>
    <w:rsid w:val="00C35B27"/>
    <w:rsid w:val="00C37F36"/>
    <w:rsid w:val="00C40731"/>
    <w:rsid w:val="00C457C3"/>
    <w:rsid w:val="00C47391"/>
    <w:rsid w:val="00C547D7"/>
    <w:rsid w:val="00C62DF2"/>
    <w:rsid w:val="00C6414E"/>
    <w:rsid w:val="00C644CA"/>
    <w:rsid w:val="00C73005"/>
    <w:rsid w:val="00C745AF"/>
    <w:rsid w:val="00C74E1A"/>
    <w:rsid w:val="00C76724"/>
    <w:rsid w:val="00C801CF"/>
    <w:rsid w:val="00C82CCA"/>
    <w:rsid w:val="00C82DF0"/>
    <w:rsid w:val="00C8588C"/>
    <w:rsid w:val="00C85C70"/>
    <w:rsid w:val="00C90558"/>
    <w:rsid w:val="00C92ACF"/>
    <w:rsid w:val="00C9615E"/>
    <w:rsid w:val="00CA493F"/>
    <w:rsid w:val="00CA4EFA"/>
    <w:rsid w:val="00CB2760"/>
    <w:rsid w:val="00CB379B"/>
    <w:rsid w:val="00CB6BE1"/>
    <w:rsid w:val="00CC58C3"/>
    <w:rsid w:val="00CD0B98"/>
    <w:rsid w:val="00CD0F48"/>
    <w:rsid w:val="00CD418A"/>
    <w:rsid w:val="00CD4F49"/>
    <w:rsid w:val="00CE1802"/>
    <w:rsid w:val="00CE532D"/>
    <w:rsid w:val="00CF0CF6"/>
    <w:rsid w:val="00CF36C9"/>
    <w:rsid w:val="00CF76A1"/>
    <w:rsid w:val="00CF7A1B"/>
    <w:rsid w:val="00D014AF"/>
    <w:rsid w:val="00D01986"/>
    <w:rsid w:val="00D01ED8"/>
    <w:rsid w:val="00D01FE9"/>
    <w:rsid w:val="00D14B5F"/>
    <w:rsid w:val="00D166AC"/>
    <w:rsid w:val="00D16CAB"/>
    <w:rsid w:val="00D24067"/>
    <w:rsid w:val="00D245C6"/>
    <w:rsid w:val="00D2745D"/>
    <w:rsid w:val="00D3135A"/>
    <w:rsid w:val="00D31FFB"/>
    <w:rsid w:val="00D3324B"/>
    <w:rsid w:val="00D3609F"/>
    <w:rsid w:val="00D41ED7"/>
    <w:rsid w:val="00D444BF"/>
    <w:rsid w:val="00D45346"/>
    <w:rsid w:val="00D454A4"/>
    <w:rsid w:val="00D5144A"/>
    <w:rsid w:val="00D54642"/>
    <w:rsid w:val="00D54EE9"/>
    <w:rsid w:val="00D63631"/>
    <w:rsid w:val="00D77A33"/>
    <w:rsid w:val="00D81204"/>
    <w:rsid w:val="00D8495F"/>
    <w:rsid w:val="00D858C7"/>
    <w:rsid w:val="00D91E22"/>
    <w:rsid w:val="00D9352F"/>
    <w:rsid w:val="00D93A20"/>
    <w:rsid w:val="00DA4F1B"/>
    <w:rsid w:val="00DA74D6"/>
    <w:rsid w:val="00DB1E3D"/>
    <w:rsid w:val="00DC1DFE"/>
    <w:rsid w:val="00DC50BF"/>
    <w:rsid w:val="00DC6921"/>
    <w:rsid w:val="00DC6A56"/>
    <w:rsid w:val="00DD15C0"/>
    <w:rsid w:val="00DD1FE1"/>
    <w:rsid w:val="00DD210F"/>
    <w:rsid w:val="00DD2165"/>
    <w:rsid w:val="00DE01BD"/>
    <w:rsid w:val="00DE0A49"/>
    <w:rsid w:val="00DE66B6"/>
    <w:rsid w:val="00DF57DB"/>
    <w:rsid w:val="00E009E1"/>
    <w:rsid w:val="00E02C37"/>
    <w:rsid w:val="00E045BF"/>
    <w:rsid w:val="00E07F8B"/>
    <w:rsid w:val="00E14608"/>
    <w:rsid w:val="00E21E67"/>
    <w:rsid w:val="00E275A4"/>
    <w:rsid w:val="00E27669"/>
    <w:rsid w:val="00E309CD"/>
    <w:rsid w:val="00E30EBF"/>
    <w:rsid w:val="00E31729"/>
    <w:rsid w:val="00E50DE3"/>
    <w:rsid w:val="00E52D70"/>
    <w:rsid w:val="00E55534"/>
    <w:rsid w:val="00E57B80"/>
    <w:rsid w:val="00E6391A"/>
    <w:rsid w:val="00E66FC8"/>
    <w:rsid w:val="00E759D5"/>
    <w:rsid w:val="00E8482A"/>
    <w:rsid w:val="00E85236"/>
    <w:rsid w:val="00E91367"/>
    <w:rsid w:val="00E914D1"/>
    <w:rsid w:val="00E9264E"/>
    <w:rsid w:val="00E949F2"/>
    <w:rsid w:val="00E95319"/>
    <w:rsid w:val="00E96755"/>
    <w:rsid w:val="00EA0710"/>
    <w:rsid w:val="00EA1541"/>
    <w:rsid w:val="00EA2EB3"/>
    <w:rsid w:val="00EA2F4A"/>
    <w:rsid w:val="00EA5BF8"/>
    <w:rsid w:val="00EA7F8C"/>
    <w:rsid w:val="00EB384E"/>
    <w:rsid w:val="00EB53F0"/>
    <w:rsid w:val="00EC0C05"/>
    <w:rsid w:val="00EC17EB"/>
    <w:rsid w:val="00EC2AB2"/>
    <w:rsid w:val="00EC2BCA"/>
    <w:rsid w:val="00EC4BB8"/>
    <w:rsid w:val="00EC4C17"/>
    <w:rsid w:val="00ED3142"/>
    <w:rsid w:val="00ED3926"/>
    <w:rsid w:val="00ED41F3"/>
    <w:rsid w:val="00ED52E4"/>
    <w:rsid w:val="00ED5E94"/>
    <w:rsid w:val="00EE11FC"/>
    <w:rsid w:val="00EE5029"/>
    <w:rsid w:val="00EE531F"/>
    <w:rsid w:val="00EE58EF"/>
    <w:rsid w:val="00EF2556"/>
    <w:rsid w:val="00EF6006"/>
    <w:rsid w:val="00EF6F33"/>
    <w:rsid w:val="00F00A0A"/>
    <w:rsid w:val="00F01337"/>
    <w:rsid w:val="00F04391"/>
    <w:rsid w:val="00F07937"/>
    <w:rsid w:val="00F10C8A"/>
    <w:rsid w:val="00F117CF"/>
    <w:rsid w:val="00F11AE2"/>
    <w:rsid w:val="00F11D77"/>
    <w:rsid w:val="00F13253"/>
    <w:rsid w:val="00F15D94"/>
    <w:rsid w:val="00F20920"/>
    <w:rsid w:val="00F23250"/>
    <w:rsid w:val="00F238CA"/>
    <w:rsid w:val="00F243A6"/>
    <w:rsid w:val="00F26DB3"/>
    <w:rsid w:val="00F2781E"/>
    <w:rsid w:val="00F27B80"/>
    <w:rsid w:val="00F31C88"/>
    <w:rsid w:val="00F413C7"/>
    <w:rsid w:val="00F44A83"/>
    <w:rsid w:val="00F44B88"/>
    <w:rsid w:val="00F53061"/>
    <w:rsid w:val="00F54906"/>
    <w:rsid w:val="00F56318"/>
    <w:rsid w:val="00F61C16"/>
    <w:rsid w:val="00F70416"/>
    <w:rsid w:val="00F80762"/>
    <w:rsid w:val="00F82525"/>
    <w:rsid w:val="00F97FEA"/>
    <w:rsid w:val="00FA00D8"/>
    <w:rsid w:val="00FA107F"/>
    <w:rsid w:val="00FA67B7"/>
    <w:rsid w:val="00FB13B7"/>
    <w:rsid w:val="00FB267B"/>
    <w:rsid w:val="00FB6B3D"/>
    <w:rsid w:val="00FC49DB"/>
    <w:rsid w:val="00FD2358"/>
    <w:rsid w:val="00FD4B22"/>
    <w:rsid w:val="00FD79BD"/>
    <w:rsid w:val="00FE3B6A"/>
    <w:rsid w:val="00FE5074"/>
    <w:rsid w:val="00FE7F7D"/>
    <w:rsid w:val="00FF0088"/>
    <w:rsid w:val="00FF08E2"/>
    <w:rsid w:val="00FF2207"/>
    <w:rsid w:val="00FF52AE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F01D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F446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F446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F446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F446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F4461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8430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F446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F446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F446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F446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F4461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843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schuelera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CF073-A8B1-4071-823C-5DA0343CC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5</Pages>
  <Words>1176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8574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Schüler Angelika</cp:lastModifiedBy>
  <cp:revision>4</cp:revision>
  <dcterms:created xsi:type="dcterms:W3CDTF">2019-03-04T09:20:00Z</dcterms:created>
  <dcterms:modified xsi:type="dcterms:W3CDTF">2019-10-09T08:32:00Z</dcterms:modified>
</cp:coreProperties>
</file>